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960BB" w:rsidR="006E5D65" w:rsidP="13E71AEB" w:rsidRDefault="00997F14" w14:paraId="65C01886" w14:textId="58DA8C1E">
      <w:pPr>
        <w:spacing w:line="240" w:lineRule="auto"/>
        <w:rPr>
          <w:rFonts w:ascii="Corbel" w:hAnsi="Corbel"/>
          <w:i w:val="1"/>
          <w:iCs w:val="1"/>
        </w:rPr>
      </w:pPr>
      <w:r w:rsidRPr="13E71AEB" w:rsidR="00997F14">
        <w:rPr>
          <w:rFonts w:ascii="Times New Roman" w:hAnsi="Times New Roman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3E71AEB" w:rsidR="00D8678B">
        <w:rPr>
          <w:rFonts w:ascii="Corbel" w:hAnsi="Corbel"/>
          <w:i w:val="1"/>
          <w:iCs w:val="1"/>
        </w:rPr>
        <w:t xml:space="preserve">Załącznik nr </w:t>
      </w:r>
      <w:r w:rsidRPr="13E71AEB" w:rsidR="006F31E2">
        <w:rPr>
          <w:rFonts w:ascii="Corbel" w:hAnsi="Corbel"/>
          <w:i w:val="1"/>
          <w:iCs w:val="1"/>
        </w:rPr>
        <w:t>1.5</w:t>
      </w:r>
      <w:r w:rsidRPr="13E71AEB" w:rsidR="00D8678B">
        <w:rPr>
          <w:rFonts w:ascii="Corbel" w:hAnsi="Corbel"/>
          <w:i w:val="1"/>
          <w:iCs w:val="1"/>
        </w:rPr>
        <w:t xml:space="preserve"> do Zarządzenia</w:t>
      </w:r>
      <w:r w:rsidRPr="13E71AEB" w:rsidR="002A22BF">
        <w:rPr>
          <w:rFonts w:ascii="Corbel" w:hAnsi="Corbel"/>
          <w:i w:val="1"/>
          <w:iCs w:val="1"/>
        </w:rPr>
        <w:t xml:space="preserve"> Rektora </w:t>
      </w:r>
      <w:r w:rsidRPr="13E71AEB" w:rsidR="002A22BF">
        <w:rPr>
          <w:rFonts w:ascii="Corbel" w:hAnsi="Corbel"/>
          <w:i w:val="1"/>
          <w:iCs w:val="1"/>
        </w:rPr>
        <w:t xml:space="preserve">UR </w:t>
      </w:r>
      <w:r w:rsidRPr="13E71AEB" w:rsidR="00CD6897">
        <w:rPr>
          <w:rFonts w:ascii="Corbel" w:hAnsi="Corbel"/>
          <w:i w:val="1"/>
          <w:iCs w:val="1"/>
        </w:rPr>
        <w:t>nr</w:t>
      </w:r>
      <w:r w:rsidRPr="13E71AEB" w:rsidR="00CD6897">
        <w:rPr>
          <w:rFonts w:ascii="Corbel" w:hAnsi="Corbel"/>
          <w:i w:val="1"/>
          <w:iCs w:val="1"/>
        </w:rPr>
        <w:t xml:space="preserve"> </w:t>
      </w:r>
      <w:r w:rsidRPr="13E71AEB" w:rsidR="00E94757">
        <w:rPr>
          <w:rFonts w:ascii="Corbel" w:hAnsi="Corbel"/>
          <w:i w:val="1"/>
          <w:iCs w:val="1"/>
        </w:rPr>
        <w:t>7</w:t>
      </w:r>
      <w:r w:rsidRPr="13E71AEB" w:rsidR="00F17567">
        <w:rPr>
          <w:rFonts w:ascii="Corbel" w:hAnsi="Corbel"/>
          <w:i w:val="1"/>
          <w:iCs w:val="1"/>
        </w:rPr>
        <w:t>/20</w:t>
      </w:r>
      <w:r w:rsidRPr="13E71AEB" w:rsidR="00E94757">
        <w:rPr>
          <w:rFonts w:ascii="Corbel" w:hAnsi="Corbel"/>
          <w:i w:val="1"/>
          <w:iCs w:val="1"/>
        </w:rPr>
        <w:t>23</w:t>
      </w:r>
    </w:p>
    <w:p w:rsidRPr="009C54AE" w:rsidR="0085747A" w:rsidP="009C54AE" w:rsidRDefault="0085747A" w14:paraId="1579B701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P="13E71AEB" w:rsidRDefault="0071620A" w14:paraId="796E7189" w14:textId="4E9122CB">
      <w:pPr>
        <w:spacing w:after="0" w:line="240" w:lineRule="exact"/>
        <w:jc w:val="center"/>
        <w:rPr>
          <w:rFonts w:ascii="Corbel" w:hAnsi="Corbel"/>
          <w:b w:val="1"/>
          <w:bCs w:val="1"/>
          <w:smallCaps w:val="1"/>
          <w:sz w:val="24"/>
          <w:szCs w:val="24"/>
        </w:rPr>
      </w:pPr>
      <w:r w:rsidRPr="13E71AEB" w:rsidR="0071620A">
        <w:rPr>
          <w:rFonts w:ascii="Corbel" w:hAnsi="Corbel"/>
          <w:b w:val="1"/>
          <w:bCs w:val="1"/>
          <w:smallCaps w:val="1"/>
          <w:sz w:val="24"/>
          <w:szCs w:val="24"/>
        </w:rPr>
        <w:t xml:space="preserve">dotyczy cyklu </w:t>
      </w:r>
      <w:r w:rsidRPr="13E71AEB" w:rsidR="0071620A">
        <w:rPr>
          <w:rFonts w:ascii="Corbel" w:hAnsi="Corbel"/>
          <w:b w:val="1"/>
          <w:bCs w:val="1"/>
          <w:smallCaps w:val="1"/>
          <w:sz w:val="24"/>
          <w:szCs w:val="24"/>
        </w:rPr>
        <w:t>kształcenia</w:t>
      </w:r>
      <w:r w:rsidRPr="13E71AEB" w:rsidR="00195F96">
        <w:rPr>
          <w:rFonts w:ascii="Corbel" w:hAnsi="Corbel"/>
          <w:b w:val="1"/>
          <w:bCs w:val="1"/>
          <w:smallCaps w:val="1"/>
          <w:sz w:val="24"/>
          <w:szCs w:val="24"/>
        </w:rPr>
        <w:t xml:space="preserve"> </w:t>
      </w:r>
      <w:r w:rsidRPr="13E71AEB" w:rsidR="00527717">
        <w:rPr>
          <w:rFonts w:ascii="Corbel" w:hAnsi="Corbel"/>
          <w:b w:val="1"/>
          <w:bCs w:val="1"/>
          <w:smallCaps w:val="1"/>
          <w:sz w:val="24"/>
          <w:szCs w:val="24"/>
        </w:rPr>
        <w:t>202</w:t>
      </w:r>
      <w:r w:rsidRPr="13E71AEB" w:rsidR="0008637D">
        <w:rPr>
          <w:rFonts w:ascii="Corbel" w:hAnsi="Corbel"/>
          <w:b w:val="1"/>
          <w:bCs w:val="1"/>
          <w:smallCaps w:val="1"/>
          <w:sz w:val="24"/>
          <w:szCs w:val="24"/>
        </w:rPr>
        <w:t>4</w:t>
      </w:r>
      <w:r w:rsidRPr="13E71AEB" w:rsidR="00527717">
        <w:rPr>
          <w:rFonts w:ascii="Corbel" w:hAnsi="Corbel"/>
          <w:b w:val="1"/>
          <w:bCs w:val="1"/>
          <w:smallCaps w:val="1"/>
          <w:sz w:val="24"/>
          <w:szCs w:val="24"/>
        </w:rPr>
        <w:t>-202</w:t>
      </w:r>
      <w:r w:rsidRPr="13E71AEB" w:rsidR="0008637D">
        <w:rPr>
          <w:rFonts w:ascii="Corbel" w:hAnsi="Corbel"/>
          <w:b w:val="1"/>
          <w:bCs w:val="1"/>
          <w:smallCaps w:val="1"/>
          <w:sz w:val="24"/>
          <w:szCs w:val="24"/>
        </w:rPr>
        <w:t>7</w:t>
      </w:r>
    </w:p>
    <w:p w:rsidRPr="009C54AE" w:rsidR="00527717" w:rsidP="00EA4832" w:rsidRDefault="00527717" w14:paraId="1D067C3F" w14:textId="777777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527717" w:rsidP="00EA4832" w:rsidRDefault="00445970" w14:paraId="1CD950E2" w14:textId="777777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Pr="00EA4832" w:rsidR="00445970" w:rsidP="00527717" w:rsidRDefault="00445970" w14:paraId="5800B954" w14:textId="679767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95F96">
        <w:rPr>
          <w:rFonts w:ascii="Corbel" w:hAnsi="Corbel"/>
          <w:sz w:val="20"/>
          <w:szCs w:val="20"/>
        </w:rPr>
        <w:t>ok akademicki 202</w:t>
      </w:r>
      <w:r w:rsidR="0008637D">
        <w:rPr>
          <w:rFonts w:ascii="Corbel" w:hAnsi="Corbel"/>
          <w:sz w:val="20"/>
          <w:szCs w:val="20"/>
        </w:rPr>
        <w:t>5</w:t>
      </w:r>
      <w:r w:rsidR="00B87993">
        <w:rPr>
          <w:rFonts w:ascii="Corbel" w:hAnsi="Corbel"/>
          <w:sz w:val="20"/>
          <w:szCs w:val="20"/>
        </w:rPr>
        <w:t>/202</w:t>
      </w:r>
      <w:r w:rsidR="0008637D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2ED2B37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643ACD6A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514628B6" w14:paraId="59D3145C" w14:textId="77777777">
        <w:tc>
          <w:tcPr>
            <w:tcW w:w="2694" w:type="dxa"/>
            <w:vAlign w:val="center"/>
          </w:tcPr>
          <w:p w:rsidRPr="009C54AE" w:rsidR="0085747A" w:rsidP="009C54AE" w:rsidRDefault="00C05F44" w14:paraId="3EE753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08637D" w:rsidR="0085747A" w:rsidP="514628B6" w:rsidRDefault="00195F96" w14:paraId="4B85747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8637D">
              <w:rPr>
                <w:rFonts w:ascii="Corbel" w:hAnsi="Corbel" w:cs="Calibri"/>
                <w:b w:val="0"/>
                <w:bCs/>
                <w:sz w:val="24"/>
                <w:szCs w:val="24"/>
              </w:rPr>
              <w:t>Instytucje rynku pracy i zatrudnienie socjalne</w:t>
            </w:r>
          </w:p>
        </w:tc>
      </w:tr>
      <w:tr w:rsidRPr="009C54AE" w:rsidR="0085747A" w:rsidTr="514628B6" w14:paraId="1241D06B" w14:textId="77777777">
        <w:tc>
          <w:tcPr>
            <w:tcW w:w="2694" w:type="dxa"/>
            <w:vAlign w:val="center"/>
          </w:tcPr>
          <w:p w:rsidRPr="009C54AE" w:rsidR="0085747A" w:rsidP="009C54AE" w:rsidRDefault="00C05F44" w14:paraId="11C100A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195F96" w:rsidR="0085747A" w:rsidP="009C54AE" w:rsidRDefault="0008637D" w14:paraId="34433B2C" w14:textId="575655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637D">
              <w:rPr>
                <w:rFonts w:ascii="Corbel" w:hAnsi="Corbel"/>
                <w:b w:val="0"/>
                <w:sz w:val="24"/>
                <w:szCs w:val="24"/>
              </w:rPr>
              <w:t>P1S[3]K_14</w:t>
            </w:r>
          </w:p>
        </w:tc>
      </w:tr>
      <w:tr w:rsidRPr="009C54AE" w:rsidR="0085747A" w:rsidTr="514628B6" w14:paraId="08BBDB52" w14:textId="77777777">
        <w:tc>
          <w:tcPr>
            <w:tcW w:w="2694" w:type="dxa"/>
            <w:vAlign w:val="center"/>
          </w:tcPr>
          <w:p w:rsidRPr="009C54AE" w:rsidR="0085747A" w:rsidP="00EA4832" w:rsidRDefault="0085747A" w14:paraId="01E54CA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195F96" w:rsidR="0085747A" w:rsidP="009C54AE" w:rsidRDefault="00195F96" w14:paraId="54BA437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514628B6" w14:paraId="603D0775" w14:textId="77777777">
        <w:tc>
          <w:tcPr>
            <w:tcW w:w="2694" w:type="dxa"/>
            <w:vAlign w:val="center"/>
          </w:tcPr>
          <w:p w:rsidRPr="009C54AE" w:rsidR="0085747A" w:rsidP="009C54AE" w:rsidRDefault="0085747A" w14:paraId="29D9992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195F96" w:rsidR="0085747A" w:rsidP="009C54AE" w:rsidRDefault="00C70FCE" w14:paraId="1BD54822" w14:textId="648A3D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0FCE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195F96" w:rsidTr="514628B6" w14:paraId="1DB1B3DE" w14:textId="77777777">
        <w:tc>
          <w:tcPr>
            <w:tcW w:w="2694" w:type="dxa"/>
            <w:vAlign w:val="center"/>
          </w:tcPr>
          <w:p w:rsidRPr="009C54AE" w:rsidR="00195F96" w:rsidP="00195F96" w:rsidRDefault="00195F96" w14:paraId="2053FBC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195F96" w14:paraId="50EFE1AE" w14:textId="7B97B020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 xml:space="preserve">Praca </w:t>
            </w:r>
            <w:r w:rsidR="004E4D4F">
              <w:rPr>
                <w:rFonts w:ascii="Corbel" w:hAnsi="Corbel"/>
              </w:rPr>
              <w:t>s</w:t>
            </w:r>
            <w:r w:rsidRPr="00195F96">
              <w:rPr>
                <w:rFonts w:ascii="Corbel" w:hAnsi="Corbel"/>
              </w:rPr>
              <w:t>ocjalna</w:t>
            </w:r>
          </w:p>
        </w:tc>
      </w:tr>
      <w:tr w:rsidRPr="009C54AE" w:rsidR="00195F96" w:rsidTr="514628B6" w14:paraId="2C43C06B" w14:textId="77777777">
        <w:tc>
          <w:tcPr>
            <w:tcW w:w="2694" w:type="dxa"/>
            <w:vAlign w:val="center"/>
          </w:tcPr>
          <w:p w:rsidRPr="009C54AE" w:rsidR="00195F96" w:rsidP="00195F96" w:rsidRDefault="00195F96" w14:paraId="454E15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195F96" w14:paraId="5F99D9C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 xml:space="preserve">I stopnia </w:t>
            </w:r>
          </w:p>
        </w:tc>
      </w:tr>
      <w:tr w:rsidRPr="009C54AE" w:rsidR="00195F96" w:rsidTr="514628B6" w14:paraId="1CB687C0" w14:textId="77777777">
        <w:tc>
          <w:tcPr>
            <w:tcW w:w="2694" w:type="dxa"/>
            <w:vAlign w:val="center"/>
          </w:tcPr>
          <w:p w:rsidRPr="009C54AE" w:rsidR="00195F96" w:rsidP="00195F96" w:rsidRDefault="00195F96" w14:paraId="3E3993A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08637D" w14:paraId="41E22BC9" w14:textId="0AC051B9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O</w:t>
            </w:r>
            <w:r w:rsidRPr="00195F96" w:rsidR="00195F96">
              <w:rPr>
                <w:rFonts w:ascii="Corbel" w:hAnsi="Corbel"/>
              </w:rPr>
              <w:t>gólnoakademicki</w:t>
            </w:r>
          </w:p>
        </w:tc>
      </w:tr>
      <w:tr w:rsidRPr="009C54AE" w:rsidR="00195F96" w:rsidTr="514628B6" w14:paraId="419EB74D" w14:textId="77777777">
        <w:tc>
          <w:tcPr>
            <w:tcW w:w="2694" w:type="dxa"/>
            <w:vAlign w:val="center"/>
          </w:tcPr>
          <w:p w:rsidRPr="009C54AE" w:rsidR="00195F96" w:rsidP="00195F96" w:rsidRDefault="00195F96" w14:paraId="2182A06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08637D" w14:paraId="2B50461E" w14:textId="560F503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Pr="00195F96" w:rsidR="00195F96">
              <w:rPr>
                <w:rFonts w:ascii="Corbel" w:hAnsi="Corbel"/>
              </w:rPr>
              <w:t>tacjonarne</w:t>
            </w:r>
          </w:p>
        </w:tc>
      </w:tr>
      <w:tr w:rsidRPr="009C54AE" w:rsidR="00195F96" w:rsidTr="514628B6" w14:paraId="2BE93B86" w14:textId="77777777">
        <w:tc>
          <w:tcPr>
            <w:tcW w:w="2694" w:type="dxa"/>
            <w:vAlign w:val="center"/>
          </w:tcPr>
          <w:p w:rsidRPr="009C54AE" w:rsidR="00195F96" w:rsidP="00195F96" w:rsidRDefault="00195F96" w14:paraId="00EAECF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195F96" w14:paraId="4F91EACB" w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Rok 2, semestr III</w:t>
            </w:r>
          </w:p>
        </w:tc>
      </w:tr>
      <w:tr w:rsidRPr="009C54AE" w:rsidR="00195F96" w:rsidTr="514628B6" w14:paraId="4F61AA28" w14:textId="77777777">
        <w:tc>
          <w:tcPr>
            <w:tcW w:w="2694" w:type="dxa"/>
            <w:vAlign w:val="center"/>
          </w:tcPr>
          <w:p w:rsidRPr="009C54AE" w:rsidR="00195F96" w:rsidP="00195F96" w:rsidRDefault="00195F96" w14:paraId="2D9D577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696175" w14:paraId="0830B378" w14:textId="77777777">
            <w:pPr>
              <w:pStyle w:val="Default"/>
              <w:rPr>
                <w:rFonts w:ascii="Corbel" w:hAnsi="Corbel"/>
              </w:rPr>
            </w:pPr>
            <w:r w:rsidRPr="00195F96">
              <w:rPr>
                <w:rFonts w:ascii="Corbel" w:hAnsi="Corbel"/>
              </w:rPr>
              <w:t>K</w:t>
            </w:r>
            <w:r w:rsidRPr="00195F96" w:rsidR="00195F96">
              <w:rPr>
                <w:rFonts w:ascii="Corbel" w:hAnsi="Corbel"/>
              </w:rPr>
              <w:t>ierunkowy</w:t>
            </w:r>
          </w:p>
        </w:tc>
      </w:tr>
      <w:tr w:rsidRPr="009C54AE" w:rsidR="00195F96" w:rsidTr="514628B6" w14:paraId="15C409DD" w14:textId="77777777">
        <w:tc>
          <w:tcPr>
            <w:tcW w:w="2694" w:type="dxa"/>
            <w:vAlign w:val="center"/>
          </w:tcPr>
          <w:p w:rsidRPr="009C54AE" w:rsidR="00195F96" w:rsidP="00195F96" w:rsidRDefault="00195F96" w14:paraId="70C996C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08637D" w14:paraId="00AA0665" w14:textId="1BAD0D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E4D4F">
              <w:rPr>
                <w:rFonts w:ascii="Corbel" w:hAnsi="Corbel"/>
                <w:b w:val="0"/>
                <w:sz w:val="24"/>
                <w:szCs w:val="24"/>
              </w:rPr>
              <w:t>ęz. p</w:t>
            </w:r>
            <w:r w:rsidRPr="00195F96" w:rsidR="00195F9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195F96" w:rsidTr="514628B6" w14:paraId="5614F3FF" w14:textId="77777777">
        <w:tc>
          <w:tcPr>
            <w:tcW w:w="2694" w:type="dxa"/>
            <w:vAlign w:val="center"/>
          </w:tcPr>
          <w:p w:rsidRPr="009C54AE" w:rsidR="00195F96" w:rsidP="00195F96" w:rsidRDefault="00195F96" w14:paraId="1CBB2D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195F96" w14:paraId="53CC0CD4" w14:textId="1B2907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</w:t>
            </w:r>
            <w:r w:rsidR="004E4D4F">
              <w:rPr>
                <w:rFonts w:ascii="Corbel" w:hAnsi="Corbel"/>
                <w:b w:val="0"/>
                <w:sz w:val="24"/>
                <w:szCs w:val="24"/>
              </w:rPr>
              <w:t>zysztof Jamroży</w:t>
            </w:r>
          </w:p>
        </w:tc>
      </w:tr>
      <w:tr w:rsidRPr="009C54AE" w:rsidR="00195F96" w:rsidTr="514628B6" w14:paraId="4A285A74" w14:textId="77777777">
        <w:tc>
          <w:tcPr>
            <w:tcW w:w="2694" w:type="dxa"/>
            <w:vAlign w:val="center"/>
          </w:tcPr>
          <w:p w:rsidRPr="009C54AE" w:rsidR="00195F96" w:rsidP="00195F96" w:rsidRDefault="00195F96" w14:paraId="7CE1710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195F96" w:rsidR="00195F96" w:rsidP="00195F96" w:rsidRDefault="00195F96" w14:paraId="6FB9E8E4" w14:textId="18E2D5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5F96">
              <w:rPr>
                <w:rFonts w:ascii="Corbel" w:hAnsi="Corbel"/>
                <w:b w:val="0"/>
                <w:sz w:val="24"/>
                <w:szCs w:val="24"/>
              </w:rPr>
              <w:t>Kr</w:t>
            </w:r>
            <w:r w:rsidR="004E4D4F">
              <w:rPr>
                <w:rFonts w:ascii="Corbel" w:hAnsi="Corbel"/>
                <w:b w:val="0"/>
                <w:sz w:val="24"/>
                <w:szCs w:val="24"/>
              </w:rPr>
              <w:t>zysztof Jamroży</w:t>
            </w:r>
          </w:p>
        </w:tc>
      </w:tr>
    </w:tbl>
    <w:p w:rsidRPr="009C54AE" w:rsidR="0085747A" w:rsidP="009C54AE" w:rsidRDefault="0085747A" w14:paraId="0922F613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923D7D" w:rsidP="009C54AE" w:rsidRDefault="00923D7D" w14:paraId="1D46F9E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46ED622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1BDACF67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13E71AEB" w14:paraId="2ACAA616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453717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0034D4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5C0467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C5B1BB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E4237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D6430C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7B12D8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32D1E1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4E918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D618C2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24ACDE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3E71AEB" w14:paraId="1DE2992E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195F96" w14:paraId="3B525B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015B8F" w14:paraId="6180CE9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015B8F" w14:paraId="2582AA1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470C3A" w14:paraId="20C3D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015B8F" w14:paraId="13AACA32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015B8F" w14:paraId="1A1BA0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015B8F" w14:paraId="30FB753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015B8F" w14:paraId="39CD2D2E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015B8F" w14:paraId="0F4B01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270B82" w:rsidRDefault="00195F96" w14:paraId="4B94934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923D7D" w:rsidP="009C54AE" w:rsidRDefault="00923D7D" w14:paraId="191B4EC2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47A9222C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</w:p>
    <w:p w:rsidRPr="009C54AE" w:rsidR="0085747A" w:rsidP="00F83B28" w:rsidRDefault="00270B82" w14:paraId="3E90C694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7A5F">
        <w:rPr>
          <w:rFonts w:ascii="Corbel" w:hAnsi="Corbel" w:eastAsia="MS Gothic" w:cs="MS Gothic"/>
          <w:szCs w:val="24"/>
        </w:rPr>
        <w:t>X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9C54AE" w:rsidR="0085747A" w:rsidP="00F83B28" w:rsidRDefault="0085747A" w14:paraId="531EF860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62B683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A492087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270B8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C70FCE" w:rsidP="009C54AE" w:rsidRDefault="00C70FCE" w14:paraId="7EE7CF87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270B82" w14:paraId="5271B721" w14:textId="2DA71BF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270B82" w:rsidP="009C54AE" w:rsidRDefault="00270B82" w14:paraId="6F8B4FE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4E84D50A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527717" w:rsidP="009C54AE" w:rsidRDefault="00527717" w14:paraId="58EDBA2C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13E71AEB" w14:paraId="6F54A350" w14:textId="77777777">
        <w:tc>
          <w:tcPr>
            <w:tcW w:w="9670" w:type="dxa"/>
            <w:tcMar/>
          </w:tcPr>
          <w:p w:rsidRPr="009C54AE" w:rsidR="0085747A" w:rsidP="009C54AE" w:rsidRDefault="00270B82" w14:paraId="330C0626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przedmiotów „Podstawy ekonomii”, „Struktura i organizacja pomocy społecznej”, „Działalność pożytku publicznego i wolontariat”.</w:t>
            </w:r>
          </w:p>
        </w:tc>
      </w:tr>
    </w:tbl>
    <w:p w:rsidR="13E71AEB" w:rsidRDefault="13E71AEB" w14:paraId="0D264212" w14:textId="1B167200">
      <w:r>
        <w:br w:type="page"/>
      </w:r>
    </w:p>
    <w:p w:rsidRPr="00C05F44" w:rsidR="0085747A" w:rsidP="13E71AEB" w:rsidRDefault="0071620A" w14:paraId="1C076767" w14:textId="328CD139">
      <w:pPr>
        <w:pStyle w:val="Punktygwne"/>
        <w:spacing w:before="0" w:after="0"/>
        <w:rPr>
          <w:rFonts w:ascii="Corbel" w:hAnsi="Corbel"/>
        </w:rPr>
      </w:pPr>
      <w:r w:rsidRPr="13E71AEB" w:rsidR="0071620A">
        <w:rPr>
          <w:rFonts w:ascii="Corbel" w:hAnsi="Corbel"/>
        </w:rPr>
        <w:t>3.</w:t>
      </w:r>
      <w:r w:rsidRPr="13E71AEB" w:rsidR="0085747A">
        <w:rPr>
          <w:rFonts w:ascii="Corbel" w:hAnsi="Corbel"/>
        </w:rPr>
        <w:t xml:space="preserve"> </w:t>
      </w:r>
      <w:r w:rsidRPr="13E71AEB" w:rsidR="00A84C85">
        <w:rPr>
          <w:rFonts w:ascii="Corbel" w:hAnsi="Corbel"/>
        </w:rPr>
        <w:t xml:space="preserve">cele, efekty uczenia </w:t>
      </w:r>
      <w:r w:rsidRPr="13E71AEB" w:rsidR="00A84C85">
        <w:rPr>
          <w:rFonts w:ascii="Corbel" w:hAnsi="Corbel"/>
        </w:rPr>
        <w:t>się</w:t>
      </w:r>
      <w:r w:rsidRPr="13E71AEB" w:rsidR="0085747A">
        <w:rPr>
          <w:rFonts w:ascii="Corbel" w:hAnsi="Corbel"/>
        </w:rPr>
        <w:t>,</w:t>
      </w:r>
      <w:r w:rsidRPr="13E71AEB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63168D71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733D1CA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0A808B5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9C54AE" w:rsidR="00B87993" w:rsidTr="13E71AEB" w14:paraId="7BF85675" w14:textId="77777777">
        <w:tc>
          <w:tcPr>
            <w:tcW w:w="845" w:type="dxa"/>
            <w:tcMar/>
            <w:vAlign w:val="center"/>
          </w:tcPr>
          <w:p w:rsidRPr="009C54AE" w:rsidR="00B87993" w:rsidP="00195F96" w:rsidRDefault="00B87993" w14:paraId="006E07E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Mar/>
            <w:vAlign w:val="center"/>
          </w:tcPr>
          <w:p w:rsidRPr="0008637D" w:rsidR="00B87993" w:rsidP="5A40A2F7" w:rsidRDefault="00B87993" w14:paraId="18331D50" w14:textId="6691ABEE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0008637D">
              <w:rPr>
                <w:rFonts w:ascii="Corbel" w:hAnsi="Corbel" w:eastAsia="Corbel" w:cs="Corbel"/>
                <w:b w:val="0"/>
                <w:sz w:val="24"/>
                <w:szCs w:val="24"/>
              </w:rPr>
              <w:t>Zapoznanie studentów z mechanizmem globalnym</w:t>
            </w:r>
            <w:r w:rsidRPr="0008637D" w:rsidR="00270B82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</w:t>
            </w:r>
            <w:r w:rsidRPr="0008637D">
              <w:rPr>
                <w:rFonts w:ascii="Corbel" w:hAnsi="Corbel" w:eastAsia="Corbel" w:cs="Corbel"/>
                <w:b w:val="0"/>
                <w:sz w:val="24"/>
                <w:szCs w:val="24"/>
              </w:rPr>
              <w:t>i wyzwaniami</w:t>
            </w:r>
            <w:r w:rsidRPr="0008637D">
              <w:rPr>
                <w:rFonts w:ascii="Corbel" w:hAnsi="Corbel" w:eastAsia="Corbel" w:cs="Corbel"/>
                <w:sz w:val="24"/>
                <w:szCs w:val="24"/>
              </w:rPr>
              <w:t xml:space="preserve"> </w:t>
            </w:r>
            <w:r w:rsidRPr="0008637D">
              <w:rPr>
                <w:rFonts w:ascii="Corbel" w:hAnsi="Corbel" w:eastAsia="Corbel" w:cs="Corbel"/>
                <w:b w:val="0"/>
                <w:sz w:val="24"/>
                <w:szCs w:val="24"/>
              </w:rPr>
              <w:t>rynku pracy, zasadami polityki zatrudnienia, skutkami i przeciwdziałaniem bezrobociu.</w:t>
            </w:r>
          </w:p>
        </w:tc>
      </w:tr>
      <w:tr w:rsidRPr="009C54AE" w:rsidR="00B87993" w:rsidTr="13E71AEB" w14:paraId="2C0307B8" w14:textId="77777777">
        <w:tc>
          <w:tcPr>
            <w:tcW w:w="845" w:type="dxa"/>
            <w:tcMar/>
            <w:vAlign w:val="center"/>
          </w:tcPr>
          <w:p w:rsidRPr="009C54AE" w:rsidR="00B87993" w:rsidP="00195F96" w:rsidRDefault="00B87993" w14:paraId="0119CE6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Mar/>
            <w:vAlign w:val="center"/>
          </w:tcPr>
          <w:p w:rsidRPr="00873EB4" w:rsidR="00B87993" w:rsidP="5A40A2F7" w:rsidRDefault="007F7BEE" w14:paraId="560F8235" w14:textId="6091550F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</w:pPr>
            <w:r w:rsidRPr="13E71AEB" w:rsidR="54ABEDA6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Przybliżenie studentom instytucji rynku pracy oraz </w:t>
            </w:r>
            <w:r w:rsidRPr="13E71AEB" w:rsidR="54ABEDA6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o</w:t>
            </w:r>
            <w:r w:rsidRPr="13E71AEB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cena </w:t>
            </w:r>
            <w:r w:rsidRPr="13E71AEB" w:rsidR="54ABEDA6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ich</w:t>
            </w:r>
            <w:r w:rsidRPr="13E71AEB" w:rsidR="54ABEDA6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13E71AEB" w:rsidR="00B87993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struktury i funkcji</w:t>
            </w:r>
            <w:r w:rsidRPr="13E71AEB" w:rsidR="54ABEDA6">
              <w:rPr>
                <w:rFonts w:ascii="Corbel" w:hAnsi="Corbel" w:eastAsia="Corbel" w:cs="Corbel"/>
                <w:b w:val="0"/>
                <w:bCs w:val="0"/>
                <w:sz w:val="24"/>
                <w:szCs w:val="24"/>
              </w:rPr>
              <w:t>.</w:t>
            </w:r>
          </w:p>
        </w:tc>
      </w:tr>
      <w:tr w:rsidRPr="009C54AE" w:rsidR="00B87993" w:rsidTr="13E71AEB" w14:paraId="3C835570" w14:textId="77777777">
        <w:tc>
          <w:tcPr>
            <w:tcW w:w="845" w:type="dxa"/>
            <w:tcMar/>
            <w:vAlign w:val="center"/>
          </w:tcPr>
          <w:p w:rsidRPr="009C54AE" w:rsidR="00B87993" w:rsidP="00195F96" w:rsidRDefault="00B87993" w14:paraId="0B4BE2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Mar/>
            <w:vAlign w:val="center"/>
          </w:tcPr>
          <w:p w:rsidRPr="009C54AE" w:rsidR="00B87993" w:rsidP="5A40A2F7" w:rsidRDefault="00B87993" w14:paraId="79368B1A" w14:textId="77777777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5A40A2F7">
              <w:rPr>
                <w:rFonts w:ascii="Corbel" w:hAnsi="Corbel" w:eastAsia="Corbel" w:cs="Corbel"/>
                <w:b w:val="0"/>
                <w:sz w:val="24"/>
                <w:szCs w:val="24"/>
              </w:rPr>
              <w:t>Zapoznanie studentów z istotą i efektami zatrudnienia socjalnego oraz typami i</w:t>
            </w:r>
            <w:r w:rsidRPr="5A40A2F7" w:rsidR="00270B82">
              <w:rPr>
                <w:rFonts w:ascii="Corbel" w:hAnsi="Corbel" w:eastAsia="Corbel" w:cs="Corbel"/>
                <w:b w:val="0"/>
                <w:sz w:val="24"/>
                <w:szCs w:val="24"/>
              </w:rPr>
              <w:t> </w:t>
            </w:r>
            <w:r w:rsidRPr="5A40A2F7">
              <w:rPr>
                <w:rFonts w:ascii="Corbel" w:hAnsi="Corbel" w:eastAsia="Corbel" w:cs="Corbel"/>
                <w:b w:val="0"/>
                <w:sz w:val="24"/>
                <w:szCs w:val="24"/>
              </w:rPr>
              <w:t>funkcjami instytucji zatrudnienia socjalnego</w:t>
            </w:r>
          </w:p>
        </w:tc>
      </w:tr>
      <w:tr w:rsidRPr="009C54AE" w:rsidR="007F7BEE" w:rsidTr="13E71AEB" w14:paraId="6DEBB5F2" w14:textId="77777777">
        <w:tc>
          <w:tcPr>
            <w:tcW w:w="845" w:type="dxa"/>
            <w:tcMar/>
            <w:vAlign w:val="center"/>
          </w:tcPr>
          <w:p w:rsidR="007F7BEE" w:rsidP="00195F96" w:rsidRDefault="007F7BEE" w14:paraId="5D05989C" w14:textId="25EA0D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Mar/>
            <w:vAlign w:val="center"/>
          </w:tcPr>
          <w:p w:rsidR="007F7BEE" w:rsidP="5A40A2F7" w:rsidRDefault="007F7BEE" w14:paraId="3ABC894A" w14:textId="25630E09">
            <w:pPr>
              <w:pStyle w:val="Podpunkty"/>
              <w:spacing w:before="40" w:after="40"/>
              <w:ind w:left="0"/>
              <w:rPr>
                <w:rFonts w:ascii="Corbel" w:hAnsi="Corbel" w:eastAsia="Corbel" w:cs="Corbel"/>
                <w:b w:val="0"/>
                <w:sz w:val="24"/>
                <w:szCs w:val="24"/>
              </w:rPr>
            </w:pPr>
            <w:r w:rsidRPr="5A40A2F7">
              <w:rPr>
                <w:rFonts w:ascii="Corbel" w:hAnsi="Corbel" w:eastAsia="Corbel" w:cs="Corbel"/>
                <w:b w:val="0"/>
                <w:sz w:val="24"/>
                <w:szCs w:val="24"/>
              </w:rPr>
              <w:t>Przybliżenie studentom form promocji zatrudnienia, metod łagodzenia skutków bezrobocia oraz sposobów aktywizacji zawodowej</w:t>
            </w:r>
            <w:r w:rsidRPr="5A40A2F7" w:rsidR="00A64CDB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osób bezrobotnych</w:t>
            </w:r>
            <w:r w:rsidRPr="5A40A2F7">
              <w:rPr>
                <w:rFonts w:ascii="Corbel" w:hAnsi="Corbel" w:eastAsia="Corbel" w:cs="Corbel"/>
                <w:b w:val="0"/>
                <w:sz w:val="24"/>
                <w:szCs w:val="24"/>
              </w:rPr>
              <w:t xml:space="preserve"> na przykładzie Krajowego Planu Działań na Rzecz Zatrudnienia oraz instytucji funkcjonujących w sferze zatrudnienia socjalnego.</w:t>
            </w:r>
          </w:p>
        </w:tc>
      </w:tr>
    </w:tbl>
    <w:p w:rsidRPr="009C54AE" w:rsidR="0085747A" w:rsidP="009C54AE" w:rsidRDefault="0085747A" w14:paraId="1571803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E512968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4AAE49AE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Pr="009C54AE" w:rsidR="0085747A" w:rsidTr="13E71AEB" w14:paraId="405889A2" w14:textId="77777777">
        <w:tc>
          <w:tcPr>
            <w:tcW w:w="1701" w:type="dxa"/>
            <w:tcMar/>
            <w:vAlign w:val="center"/>
          </w:tcPr>
          <w:p w:rsidRPr="009C54AE" w:rsidR="0085747A" w:rsidP="009C54AE" w:rsidRDefault="0085747A" w14:paraId="1B4D7C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tcMar/>
            <w:vAlign w:val="center"/>
          </w:tcPr>
          <w:p w:rsidRPr="009C54AE" w:rsidR="0085747A" w:rsidP="00C05F44" w:rsidRDefault="0085747A" w14:paraId="06A6FCA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Mar/>
            <w:vAlign w:val="center"/>
          </w:tcPr>
          <w:p w:rsidRPr="009C54AE" w:rsidR="0085747A" w:rsidP="00C05F44" w:rsidRDefault="0085747A" w14:paraId="4F385D1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0B82" w:rsidR="0030395F">
              <w:rPr>
                <w:rStyle w:val="Odwoanieprzypisudolnego"/>
              </w:rPr>
              <w:footnoteReference w:id="1"/>
            </w:r>
          </w:p>
        </w:tc>
      </w:tr>
      <w:tr w:rsidRPr="009C54AE" w:rsidR="0085747A" w:rsidTr="13E71AEB" w14:paraId="446015F0" w14:textId="77777777">
        <w:tc>
          <w:tcPr>
            <w:tcW w:w="1701" w:type="dxa"/>
            <w:tcMar/>
          </w:tcPr>
          <w:p w:rsidRPr="009C54AE" w:rsidR="0085747A" w:rsidP="009C54AE" w:rsidRDefault="00270B82" w14:paraId="1FA4E7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Mar/>
          </w:tcPr>
          <w:p w:rsidRPr="009C54AE" w:rsidR="0085747A" w:rsidP="00BC48B7" w:rsidRDefault="00562AA2" w14:paraId="145FE53A" w14:textId="66644C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wyzwaniach </w:t>
            </w:r>
            <w:r w:rsidR="00BC48B7">
              <w:rPr>
                <w:rFonts w:ascii="Corbel" w:hAnsi="Corbel"/>
                <w:b w:val="0"/>
                <w:smallCaps w:val="0"/>
                <w:szCs w:val="24"/>
              </w:rPr>
              <w:t xml:space="preserve">krajowych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globalnych wpływających na rynek pracy,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 xml:space="preserve">o systemie organizacji rynku pracy i zatrudnienia socjalnego,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o efektach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polityki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 xml:space="preserve">zatrudnienia,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 strukturze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 xml:space="preserve">i dynamice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zatrudnienia </w:t>
            </w:r>
            <w:r w:rsidR="00A33AB9">
              <w:rPr>
                <w:rFonts w:ascii="Corbel" w:hAnsi="Corbel"/>
                <w:b w:val="0"/>
                <w:smallCaps w:val="0"/>
                <w:szCs w:val="24"/>
              </w:rPr>
              <w:t>w skali regionalnej, krajowej i międzynarodowej.</w:t>
            </w:r>
          </w:p>
        </w:tc>
        <w:tc>
          <w:tcPr>
            <w:tcW w:w="1873" w:type="dxa"/>
            <w:tcMar/>
          </w:tcPr>
          <w:p w:rsidRPr="009C54AE" w:rsidR="0085747A" w:rsidP="009C54AE" w:rsidRDefault="00576EE3" w14:paraId="3DE990A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EE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Pr="009C54AE" w:rsidR="0085747A" w:rsidTr="13E71AEB" w14:paraId="079F3AB3" w14:textId="77777777">
        <w:tc>
          <w:tcPr>
            <w:tcW w:w="1701" w:type="dxa"/>
            <w:tcMar/>
          </w:tcPr>
          <w:p w:rsidRPr="009C54AE" w:rsidR="0085747A" w:rsidP="009C54AE" w:rsidRDefault="0085747A" w14:paraId="353670E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Mar/>
          </w:tcPr>
          <w:p w:rsidRPr="009C54AE" w:rsidR="0085747A" w:rsidP="13E71AEB" w:rsidRDefault="00396F4B" w14:paraId="04962A29" w14:textId="1F6B80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13E71AEB" w:rsidR="38BEFD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Student ma </w:t>
            </w:r>
            <w:r w:rsidRPr="13E71AEB" w:rsidR="2B9E42C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wiedzę </w:t>
            </w:r>
            <w:r w:rsidRPr="13E71AEB" w:rsidR="4E6A90F5">
              <w:rPr>
                <w:rFonts w:ascii="Corbel" w:hAnsi="Corbel"/>
                <w:b w:val="0"/>
                <w:bCs w:val="0"/>
                <w:caps w:val="0"/>
                <w:smallCaps w:val="0"/>
              </w:rPr>
              <w:t>dotyczącą</w:t>
            </w:r>
            <w:r w:rsidRPr="13E71AEB" w:rsidR="38BEFD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ewaluacji instytucji rynku pracy, ich współdziałaniu z podmiotami </w:t>
            </w:r>
            <w:r w:rsidRPr="13E71AEB" w:rsidR="38BEFD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samorządowymi </w:t>
            </w:r>
            <w:r w:rsidRPr="13E71AEB" w:rsidR="2B9E42C1">
              <w:rPr>
                <w:rFonts w:ascii="Corbel" w:hAnsi="Corbel"/>
                <w:b w:val="0"/>
                <w:bCs w:val="0"/>
                <w:caps w:val="0"/>
                <w:smallCaps w:val="0"/>
              </w:rPr>
              <w:t>o</w:t>
            </w:r>
            <w:r w:rsidRPr="13E71AEB" w:rsidR="2B9E42C1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 relacjach między instytucjami w </w:t>
            </w:r>
            <w:r w:rsidRPr="13E71AEB" w:rsidR="38BEFD28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skali powiatu, województwa, kraju i międzynarodowej </w:t>
            </w:r>
          </w:p>
        </w:tc>
        <w:tc>
          <w:tcPr>
            <w:tcW w:w="1873" w:type="dxa"/>
            <w:tcMar/>
          </w:tcPr>
          <w:p w:rsidRPr="009C54AE" w:rsidR="0085747A" w:rsidP="009C54AE" w:rsidRDefault="00576EE3" w14:paraId="0FDC0B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Pr="009C54AE" w:rsidR="0085747A" w:rsidTr="13E71AEB" w14:paraId="412CA623" w14:textId="77777777">
        <w:tc>
          <w:tcPr>
            <w:tcW w:w="1701" w:type="dxa"/>
            <w:tcMar/>
          </w:tcPr>
          <w:p w:rsidRPr="009C54AE" w:rsidR="0085747A" w:rsidP="009C54AE" w:rsidRDefault="00576EE3" w14:paraId="029B98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Mar/>
          </w:tcPr>
          <w:p w:rsidRPr="009C54AE" w:rsidR="0085747A" w:rsidP="00BC48B7" w:rsidRDefault="00A33AB9" w14:paraId="2644BDE4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zna ideę integracji społecznej osób wykluczonych normy prawne,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>etyczne i reguły organizujące</w:t>
            </w:r>
            <w:r>
              <w:t xml:space="preserve"> </w:t>
            </w:r>
            <w:r w:rsidRPr="00A33AB9">
              <w:rPr>
                <w:rFonts w:ascii="Corbel" w:hAnsi="Corbel"/>
                <w:b w:val="0"/>
                <w:smallCaps w:val="0"/>
                <w:szCs w:val="24"/>
              </w:rPr>
              <w:t xml:space="preserve">instytucje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rynku pracy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struktury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społeczne 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>działające na rzecz integracji społecznej oraz współpracy z otoczeniem; funkcje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instytucji i struktur społecznych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raz rządzące nimi prawidłowości.</w:t>
            </w:r>
            <w:r w:rsidRPr="00562AA2" w:rsidR="00562A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Mar/>
          </w:tcPr>
          <w:p w:rsidRPr="009C54AE" w:rsidR="0085747A" w:rsidP="009C54AE" w:rsidRDefault="00576EE3" w14:paraId="3635989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9C54AE" w:rsidR="00576EE3" w:rsidTr="13E71AEB" w14:paraId="687425E2" w14:textId="77777777">
        <w:tc>
          <w:tcPr>
            <w:tcW w:w="1701" w:type="dxa"/>
            <w:tcMar/>
          </w:tcPr>
          <w:p w:rsidR="00576EE3" w:rsidP="009C54AE" w:rsidRDefault="00576EE3" w14:paraId="68EE64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Mar/>
          </w:tcPr>
          <w:p w:rsidRPr="00576EE3" w:rsidR="00576EE3" w:rsidP="00BC48B7" w:rsidRDefault="00A33AB9" w14:paraId="1C852B6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interpretować 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procesy przemian w obrębie instytucji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i struktur społecznych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rynku pracy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przeciwdziałających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bezrobociu i stymulujących zatrudnienie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oraz oceniać uwarunkowania i skutki zjawisk społecznych (kulturowych, politycznych, prawnych, ekonomicznych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)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związanych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z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perspektywami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popytu na pracę.</w:t>
            </w:r>
          </w:p>
        </w:tc>
        <w:tc>
          <w:tcPr>
            <w:tcW w:w="1873" w:type="dxa"/>
            <w:tcMar/>
          </w:tcPr>
          <w:p w:rsidR="00576EE3" w:rsidP="009C54AE" w:rsidRDefault="00576EE3" w14:paraId="3BDEABD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Pr="009C54AE" w:rsidR="00576EE3" w:rsidTr="13E71AEB" w14:paraId="2A2ECB84" w14:textId="77777777">
        <w:tc>
          <w:tcPr>
            <w:tcW w:w="1701" w:type="dxa"/>
            <w:tcMar/>
          </w:tcPr>
          <w:p w:rsidR="00576EE3" w:rsidP="009C54AE" w:rsidRDefault="00576EE3" w14:paraId="4ADE3ED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Mar/>
          </w:tcPr>
          <w:p w:rsidRPr="00576EE3" w:rsidR="00576EE3" w:rsidP="00BC48B7" w:rsidRDefault="00A33AB9" w14:paraId="4B1CD17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ocenić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 efekty pracy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nstytucji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działających w skali lokalnej,</w:t>
            </w:r>
            <w:r w:rsidRPr="002D47E5" w:rsidR="002D47E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>regionalne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>, krajowe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i międzynarodowe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j, przeciwdziałających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ekskluzji społecznej</w:t>
            </w:r>
            <w:r w:rsidRPr="003B5729" w:rsidR="003B57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analizować zjawiska społeczne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 xml:space="preserve">na podstawie dostępnych badań 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dotyczących środowisk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 osób zmarginalizowanych</w:t>
            </w:r>
          </w:p>
        </w:tc>
        <w:tc>
          <w:tcPr>
            <w:tcW w:w="1873" w:type="dxa"/>
            <w:tcMar/>
          </w:tcPr>
          <w:p w:rsidR="00576EE3" w:rsidP="009C54AE" w:rsidRDefault="00576EE3" w14:paraId="2B9C672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K_U11</w:t>
            </w:r>
          </w:p>
        </w:tc>
      </w:tr>
      <w:tr w:rsidRPr="009C54AE" w:rsidR="00576EE3" w:rsidTr="13E71AEB" w14:paraId="3C2D25CC" w14:textId="77777777">
        <w:tc>
          <w:tcPr>
            <w:tcW w:w="1701" w:type="dxa"/>
            <w:tcMar/>
          </w:tcPr>
          <w:p w:rsidR="00576EE3" w:rsidP="009C54AE" w:rsidRDefault="00576EE3" w14:paraId="60425A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Mar/>
          </w:tcPr>
          <w:p w:rsidRPr="00576EE3" w:rsidR="00576EE3" w:rsidP="00BC48B7" w:rsidRDefault="00A33AB9" w14:paraId="6C8B28C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552E0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428CD">
              <w:rPr>
                <w:rFonts w:ascii="Corbel" w:hAnsi="Corbel"/>
                <w:b w:val="0"/>
                <w:smallCaps w:val="0"/>
                <w:szCs w:val="24"/>
              </w:rPr>
              <w:t>oskonali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polityki zatrudnienia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aktywnej polityki społecznej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576EE3" w:rsidR="00576EE3">
              <w:rPr>
                <w:rFonts w:ascii="Corbel" w:hAnsi="Corbel"/>
                <w:b w:val="0"/>
                <w:smallCaps w:val="0"/>
                <w:szCs w:val="24"/>
              </w:rPr>
              <w:t xml:space="preserve">wyznaczania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globalnych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trendów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 xml:space="preserve">zapotrzebowania </w:t>
            </w:r>
            <w:r w:rsidR="00164C6B">
              <w:rPr>
                <w:rFonts w:ascii="Corbel" w:hAnsi="Corbel"/>
                <w:b w:val="0"/>
                <w:smallCaps w:val="0"/>
                <w:szCs w:val="24"/>
              </w:rPr>
              <w:t xml:space="preserve">na pracę i </w:t>
            </w:r>
            <w:r w:rsidR="002D47E5">
              <w:rPr>
                <w:rFonts w:ascii="Corbel" w:hAnsi="Corbel"/>
                <w:b w:val="0"/>
                <w:smallCaps w:val="0"/>
                <w:szCs w:val="24"/>
              </w:rPr>
              <w:t>na usługi w sferze ekonomii społecznej.</w:t>
            </w:r>
          </w:p>
        </w:tc>
        <w:tc>
          <w:tcPr>
            <w:tcW w:w="1873" w:type="dxa"/>
            <w:tcMar/>
          </w:tcPr>
          <w:p w:rsidR="00576EE3" w:rsidP="009C54AE" w:rsidRDefault="00576EE3" w14:paraId="31A904E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</w:tbl>
    <w:p w:rsidRPr="009C54AE" w:rsidR="0085747A" w:rsidP="009C54AE" w:rsidRDefault="0085747A" w14:paraId="2B0FD8D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19FE0F1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294AEAE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Pr="009C54AE" w:rsidR="00675843" w:rsidP="009C54AE" w:rsidRDefault="00675843" w14:paraId="5CFE2931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5D3A4B" w14:paraId="337F961E" w14:textId="77777777">
        <w:tc>
          <w:tcPr>
            <w:tcW w:w="9520" w:type="dxa"/>
          </w:tcPr>
          <w:p w:rsidRPr="009C54AE" w:rsidR="0085747A" w:rsidP="009C54AE" w:rsidRDefault="0085747A" w14:paraId="1D7F30CB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0428CD" w:rsidTr="005D3A4B" w14:paraId="0B8E2393" w14:textId="77777777">
        <w:tc>
          <w:tcPr>
            <w:tcW w:w="9520" w:type="dxa"/>
          </w:tcPr>
          <w:p w:rsidRPr="0008637D" w:rsidR="000428CD" w:rsidP="0008637D" w:rsidRDefault="0008637D" w14:paraId="40AEC37B" w14:textId="73CD37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Pr="00B17A5E" w:rsidR="0085747A" w:rsidP="00B17A5E" w:rsidRDefault="0085747A" w14:paraId="0E1F742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7B86305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13E71AEB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13E71AEB" w:rsidR="009F4610">
        <w:rPr>
          <w:rFonts w:ascii="Corbel" w:hAnsi="Corbel"/>
          <w:sz w:val="24"/>
          <w:szCs w:val="24"/>
        </w:rPr>
        <w:t xml:space="preserve">, </w:t>
      </w:r>
      <w:r w:rsidRPr="13E71AEB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B17A5E" w14:paraId="36A1973F" w14:textId="77777777">
        <w:tc>
          <w:tcPr>
            <w:tcW w:w="9520" w:type="dxa"/>
          </w:tcPr>
          <w:p w:rsidRPr="009C54AE" w:rsidR="0085747A" w:rsidP="009C54AE" w:rsidRDefault="0085747A" w14:paraId="654F84AC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BC48B7" w:rsidTr="00B17A5E" w14:paraId="1ADA6AC8" w14:textId="77777777">
        <w:tc>
          <w:tcPr>
            <w:tcW w:w="9520" w:type="dxa"/>
          </w:tcPr>
          <w:p w:rsidRPr="00B17A5E" w:rsidR="00BC48B7" w:rsidP="00BC48B7" w:rsidRDefault="00BC48B7" w14:paraId="703420C7" w14:textId="075553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instytucjonalny rynku pracy - podstawowe pojęcia (instytucje, rynek pracy, instytucje rynku pracy, krajowy system instytucjonalny)</w:t>
            </w:r>
          </w:p>
        </w:tc>
      </w:tr>
      <w:tr w:rsidRPr="009C54AE" w:rsidR="00BC48B7" w:rsidTr="00B17A5E" w14:paraId="3B4C9ADA" w14:textId="77777777">
        <w:tc>
          <w:tcPr>
            <w:tcW w:w="9520" w:type="dxa"/>
          </w:tcPr>
          <w:p w:rsidRPr="00B17A5E" w:rsidR="00BC48B7" w:rsidP="00BC48B7" w:rsidRDefault="00BC48B7" w14:paraId="483F3121" w14:textId="6BA07F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instytucji rynku pracy</w:t>
            </w:r>
          </w:p>
        </w:tc>
      </w:tr>
      <w:tr w:rsidRPr="009C54AE" w:rsidR="00BC48B7" w:rsidTr="00B17A5E" w14:paraId="3D663A60" w14:textId="77777777">
        <w:tc>
          <w:tcPr>
            <w:tcW w:w="9520" w:type="dxa"/>
          </w:tcPr>
          <w:p w:rsidRPr="00B17A5E" w:rsidR="00BC48B7" w:rsidP="00BC48B7" w:rsidRDefault="00BC48B7" w14:paraId="04DD6B33" w14:textId="495CB4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i nieformalne instytucje rynku pracy</w:t>
            </w:r>
          </w:p>
        </w:tc>
      </w:tr>
      <w:tr w:rsidRPr="009C54AE" w:rsidR="00BC48B7" w:rsidTr="00B17A5E" w14:paraId="72D116BC" w14:textId="77777777">
        <w:tc>
          <w:tcPr>
            <w:tcW w:w="9520" w:type="dxa"/>
          </w:tcPr>
          <w:p w:rsidRPr="00B17A5E" w:rsidR="00BC48B7" w:rsidP="00BC48B7" w:rsidRDefault="00BC48B7" w14:paraId="15DA4D38" w14:textId="520C9F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służby zatrudnienia, Ochotnicze Hufce Pracy, agencje zatrudnienia, instytucje szkoleniowe, instytucje dialogu społecznego oraz instytucje partnerstwa lokalnego jako przykład instytucji rynku pracy</w:t>
            </w:r>
          </w:p>
        </w:tc>
      </w:tr>
      <w:tr w:rsidRPr="009C54AE" w:rsidR="00BC48B7" w:rsidTr="00B17A5E" w14:paraId="03CE7933" w14:textId="77777777">
        <w:tc>
          <w:tcPr>
            <w:tcW w:w="9520" w:type="dxa"/>
          </w:tcPr>
          <w:p w:rsidRPr="00B17A5E" w:rsidR="00BC48B7" w:rsidP="00BC48B7" w:rsidRDefault="00BC48B7" w14:paraId="5A622FBE" w14:textId="433A7BC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75AE">
              <w:rPr>
                <w:rFonts w:ascii="Corbel" w:hAnsi="Corbel"/>
                <w:sz w:val="24"/>
                <w:szCs w:val="24"/>
              </w:rPr>
              <w:t>Krajowy Plan Działań na Rzecz Zatrudnienia jako forma promocji zatrudnienia, łagodzenia skutków bezrobocia oraz aktywizacji zawodowej</w:t>
            </w:r>
          </w:p>
        </w:tc>
      </w:tr>
      <w:tr w:rsidRPr="009C54AE" w:rsidR="00BC48B7" w:rsidTr="00B17A5E" w14:paraId="27F06830" w14:textId="77777777">
        <w:tc>
          <w:tcPr>
            <w:tcW w:w="9520" w:type="dxa"/>
          </w:tcPr>
          <w:p w:rsidRPr="008552E0" w:rsidR="00BC48B7" w:rsidP="00BC48B7" w:rsidRDefault="00BC48B7" w14:paraId="230C3F98" w14:textId="4F7D619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Zasiłek dla bezrobotnych warunki nabycia prawa do zasiłku, wysokość zasiłku, okres pobierania zasiłku)</w:t>
            </w:r>
          </w:p>
        </w:tc>
      </w:tr>
      <w:tr w:rsidRPr="009C54AE" w:rsidR="00BC48B7" w:rsidTr="00B17A5E" w14:paraId="33DFB72E" w14:textId="77777777">
        <w:tc>
          <w:tcPr>
            <w:tcW w:w="9520" w:type="dxa"/>
          </w:tcPr>
          <w:p w:rsidR="00BC48B7" w:rsidP="00BC48B7" w:rsidRDefault="00BC48B7" w14:paraId="26FF86B6" w14:textId="1A49B6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48B7">
              <w:rPr>
                <w:rFonts w:ascii="Corbel" w:hAnsi="Corbel"/>
                <w:sz w:val="24"/>
                <w:szCs w:val="24"/>
              </w:rPr>
              <w:t>Zatrudnienie socjalne – istota i cel, podmioty zatrudniające (Kluby Integracji Społecznej, Centra Integracji Społecznej)</w:t>
            </w:r>
          </w:p>
        </w:tc>
      </w:tr>
      <w:tr w:rsidRPr="009C54AE" w:rsidR="00BC48B7" w:rsidTr="00B17A5E" w14:paraId="04C36BC0" w14:textId="77777777">
        <w:tc>
          <w:tcPr>
            <w:tcW w:w="9520" w:type="dxa"/>
          </w:tcPr>
          <w:p w:rsidR="00BC48B7" w:rsidP="00BC48B7" w:rsidRDefault="00BC48B7" w14:paraId="4AC8647A" w14:textId="26F6284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48B7">
              <w:rPr>
                <w:rFonts w:ascii="Corbel" w:hAnsi="Corbel"/>
                <w:sz w:val="24"/>
                <w:szCs w:val="24"/>
              </w:rPr>
              <w:t>Funkcje, powoływanie i finansowanie KIS oraz CIS</w:t>
            </w:r>
          </w:p>
        </w:tc>
      </w:tr>
    </w:tbl>
    <w:p w:rsidRPr="009C54AE" w:rsidR="0085747A" w:rsidP="009C54AE" w:rsidRDefault="0085747A" w14:paraId="4CD9B53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70A705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683FC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08637D" w:rsidR="00181665" w:rsidP="00B17A5E" w:rsidRDefault="0008637D" w14:paraId="507932AD" w14:textId="5E7F102C">
      <w:pPr>
        <w:pStyle w:val="Punktygwne"/>
        <w:spacing w:before="0" w:after="0"/>
        <w:jc w:val="both"/>
        <w:rPr>
          <w:rFonts w:ascii="Corbel" w:hAnsi="Corbel"/>
          <w:bCs/>
          <w:i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Konwersatorium</w:t>
      </w:r>
      <w:r w:rsidRPr="0008637D" w:rsidR="00B17A5E">
        <w:rPr>
          <w:rFonts w:ascii="Corbel" w:hAnsi="Corbel"/>
          <w:b w:val="0"/>
          <w:iCs/>
          <w:smallCaps w:val="0"/>
          <w:szCs w:val="24"/>
        </w:rPr>
        <w:t>:</w:t>
      </w:r>
      <w:r w:rsidRPr="0008637D" w:rsidR="00B17A5E">
        <w:rPr>
          <w:rFonts w:ascii="Corbel" w:hAnsi="Corbel"/>
          <w:b w:val="0"/>
          <w:i/>
          <w:smallCaps w:val="0"/>
          <w:szCs w:val="24"/>
        </w:rPr>
        <w:t xml:space="preserve"> </w:t>
      </w:r>
      <w:r>
        <w:rPr>
          <w:rFonts w:ascii="Corbel" w:hAnsi="Corbel"/>
          <w:b w:val="0"/>
          <w:iCs/>
          <w:smallCaps w:val="0"/>
          <w:color w:val="000000" w:themeColor="text1"/>
          <w:szCs w:val="24"/>
        </w:rPr>
        <w:t>a</w:t>
      </w:r>
      <w:r w:rsidRPr="0008637D" w:rsidR="003F0F20">
        <w:rPr>
          <w:rFonts w:ascii="Corbel" w:hAnsi="Corbel"/>
          <w:b w:val="0"/>
          <w:iCs/>
          <w:smallCaps w:val="0"/>
          <w:color w:val="000000" w:themeColor="text1"/>
          <w:szCs w:val="24"/>
        </w:rPr>
        <w:t>naliza tekstów z dyskusją, wykład z prezentacją multimedialną.</w:t>
      </w:r>
    </w:p>
    <w:p w:rsidR="00211C05" w:rsidP="009C54AE" w:rsidRDefault="00211C05" w14:paraId="549A01B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333FE441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35245C3E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EF38D11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077972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13E71AEB" w14:paraId="30E6D6CA" w14:textId="77777777">
        <w:tc>
          <w:tcPr>
            <w:tcW w:w="1962" w:type="dxa"/>
            <w:tcMar/>
            <w:vAlign w:val="center"/>
          </w:tcPr>
          <w:p w:rsidRPr="009C54AE" w:rsidR="0085747A" w:rsidP="009C54AE" w:rsidRDefault="0071620A" w14:paraId="36EE5B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tcMar/>
            <w:vAlign w:val="center"/>
          </w:tcPr>
          <w:p w:rsidRPr="009C54AE" w:rsidR="0085747A" w:rsidP="009C54AE" w:rsidRDefault="00F974DA" w14:paraId="7140EC9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62C071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0BC5D11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EF3FAB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Pr="009C54AE" w:rsidR="00B17A5E" w:rsidTr="13E71AEB" w14:paraId="5451B3A1" w14:textId="77777777">
        <w:tc>
          <w:tcPr>
            <w:tcW w:w="1962" w:type="dxa"/>
            <w:tcMar/>
          </w:tcPr>
          <w:p w:rsidRPr="009C54AE" w:rsidR="00B17A5E" w:rsidP="00B17A5E" w:rsidRDefault="00845577" w14:paraId="22CACAB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B17A5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  <w:tcMar/>
          </w:tcPr>
          <w:p w:rsidRPr="003F0F20" w:rsidR="00B17A5E" w:rsidP="0008637D" w:rsidRDefault="003F0F20" w14:paraId="58CFA552" w14:textId="0F2767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0F2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873EB4" w:rsidR="00B17A5E" w:rsidP="00845577" w:rsidRDefault="00B17A5E" w14:paraId="310628A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r w:rsidR="0084557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96F4B" w:rsidTr="13E71AEB" w14:paraId="20391214" w14:textId="77777777">
        <w:tc>
          <w:tcPr>
            <w:tcW w:w="1962" w:type="dxa"/>
            <w:tcMar/>
          </w:tcPr>
          <w:p w:rsidRPr="009C54AE" w:rsidR="00396F4B" w:rsidP="00396F4B" w:rsidRDefault="00845577" w14:paraId="5D650D1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 w:rsidR="00396F4B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  <w:tcMar/>
          </w:tcPr>
          <w:p w:rsidRPr="00845577" w:rsidR="00396F4B" w:rsidP="0008637D" w:rsidRDefault="003F0F20" w14:paraId="08B410E3" w14:textId="683A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9C54AE" w:rsidR="00396F4B" w:rsidP="00845577" w:rsidRDefault="00845577" w14:paraId="7EF88CA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F0F20" w:rsidTr="13E71AEB" w14:paraId="588B926D" w14:textId="77777777">
        <w:tc>
          <w:tcPr>
            <w:tcW w:w="1962" w:type="dxa"/>
            <w:tcMar/>
          </w:tcPr>
          <w:p w:rsidRPr="009C54AE" w:rsidR="003F0F20" w:rsidP="003F0F20" w:rsidRDefault="003F0F20" w14:paraId="4877454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Mar/>
          </w:tcPr>
          <w:p w:rsidRPr="00845577" w:rsidR="003F0F20" w:rsidP="0008637D" w:rsidRDefault="003F0F20" w14:paraId="22A9C7F4" w14:textId="238DF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0F2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  <w:tcMar/>
          </w:tcPr>
          <w:p w:rsidRPr="00873EB4" w:rsidR="003F0F20" w:rsidP="003F0F20" w:rsidRDefault="003F0F20" w14:paraId="6668AB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F0F20" w:rsidTr="13E71AEB" w14:paraId="5171CC3A" w14:textId="77777777">
        <w:tc>
          <w:tcPr>
            <w:tcW w:w="1962" w:type="dxa"/>
            <w:tcMar/>
          </w:tcPr>
          <w:p w:rsidRPr="009C54AE" w:rsidR="003F0F20" w:rsidP="003F0F20" w:rsidRDefault="003F0F20" w14:paraId="7D7D3FE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Mar/>
          </w:tcPr>
          <w:p w:rsidRPr="00845577" w:rsidR="003F0F20" w:rsidP="0008637D" w:rsidRDefault="003F0F20" w14:paraId="4908843D" w14:textId="0DE445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17" w:type="dxa"/>
            <w:tcMar/>
          </w:tcPr>
          <w:p w:rsidRPr="00873EB4" w:rsidR="003F0F20" w:rsidP="003F0F20" w:rsidRDefault="003F0F20" w14:paraId="66C5E86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F0F20" w:rsidTr="13E71AEB" w14:paraId="29338AFB" w14:textId="77777777">
        <w:tc>
          <w:tcPr>
            <w:tcW w:w="1962" w:type="dxa"/>
            <w:tcMar/>
          </w:tcPr>
          <w:p w:rsidR="003F0F20" w:rsidP="003F0F20" w:rsidRDefault="003F0F20" w14:paraId="15B49C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Mar/>
          </w:tcPr>
          <w:p w:rsidRPr="00845577" w:rsidR="003F0F20" w:rsidP="0008637D" w:rsidRDefault="003F0F20" w14:paraId="4CF2DBA5" w14:textId="0A71F8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o</w:t>
            </w:r>
            <w:r w:rsidRPr="00845577">
              <w:rPr>
                <w:rFonts w:ascii="Corbel" w:hAnsi="Corbel"/>
                <w:b w:val="0"/>
                <w:color w:val="000000" w:themeColor="text1"/>
                <w:szCs w:val="24"/>
              </w:rPr>
              <w:t>bserwacja</w:t>
            </w:r>
            <w:r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w trakcie zajęć</w:t>
            </w:r>
          </w:p>
        </w:tc>
        <w:tc>
          <w:tcPr>
            <w:tcW w:w="2117" w:type="dxa"/>
            <w:tcMar/>
          </w:tcPr>
          <w:p w:rsidRPr="00873EB4" w:rsidR="003F0F20" w:rsidP="003F0F20" w:rsidRDefault="003F0F20" w14:paraId="1BE1317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Pr="009C54AE" w:rsidR="003F0F20" w:rsidTr="13E71AEB" w14:paraId="5C8F41D2" w14:textId="77777777">
        <w:tc>
          <w:tcPr>
            <w:tcW w:w="1962" w:type="dxa"/>
            <w:tcMar/>
          </w:tcPr>
          <w:p w:rsidRPr="00B87993" w:rsidR="003F0F20" w:rsidP="003F0F20" w:rsidRDefault="003F0F20" w14:paraId="3967967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</w:t>
            </w:r>
            <w:r w:rsidRPr="00B87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06</w:t>
            </w:r>
          </w:p>
        </w:tc>
        <w:tc>
          <w:tcPr>
            <w:tcW w:w="5441" w:type="dxa"/>
            <w:tcMar/>
          </w:tcPr>
          <w:p w:rsidRPr="00845577" w:rsidR="003F0F20" w:rsidP="0008637D" w:rsidRDefault="003F0F20" w14:paraId="5604913F" w14:textId="7A876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o</w:t>
            </w:r>
            <w:r w:rsidRPr="00845577">
              <w:rPr>
                <w:rFonts w:ascii="Corbel" w:hAnsi="Corbel"/>
                <w:b w:val="0"/>
                <w:color w:val="000000" w:themeColor="text1"/>
                <w:szCs w:val="24"/>
              </w:rPr>
              <w:t>bserwacja</w:t>
            </w:r>
            <w:r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w trakcie zajęć</w:t>
            </w:r>
          </w:p>
        </w:tc>
        <w:tc>
          <w:tcPr>
            <w:tcW w:w="2117" w:type="dxa"/>
            <w:tcMar/>
          </w:tcPr>
          <w:p w:rsidRPr="00680837" w:rsidR="003F0F20" w:rsidP="003F0F20" w:rsidRDefault="003F0F20" w14:paraId="0845104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</w:pPr>
            <w:r w:rsidRPr="00873EB4">
              <w:rPr>
                <w:rFonts w:ascii="Corbel" w:hAnsi="Corbel"/>
                <w:b w:val="0"/>
                <w:szCs w:val="24"/>
              </w:rPr>
              <w:t>Konw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:rsidR="13E71AEB" w:rsidRDefault="13E71AEB" w14:paraId="7CB07284" w14:textId="48405456">
      <w:r>
        <w:br w:type="page"/>
      </w:r>
    </w:p>
    <w:p w:rsidRPr="009C54AE" w:rsidR="0085747A" w:rsidP="0008637D" w:rsidRDefault="003E1941" w14:paraId="012424BF" w14:textId="77777777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2A2549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923D7D" w14:paraId="1CADFC23" w14:textId="77777777">
        <w:tc>
          <w:tcPr>
            <w:tcW w:w="9670" w:type="dxa"/>
          </w:tcPr>
          <w:p w:rsidRPr="008B1A2B" w:rsidR="003F0F20" w:rsidP="003F0F20" w:rsidRDefault="003F0F20" w14:paraId="36C69729" w14:textId="77777777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B1A2B">
              <w:rPr>
                <w:rFonts w:ascii="Corbel" w:hAnsi="Corbel"/>
                <w:b/>
                <w:sz w:val="24"/>
                <w:szCs w:val="24"/>
              </w:rPr>
              <w:t>Elementy składowe oceny zaliczeniowej:</w:t>
            </w:r>
          </w:p>
          <w:p w:rsidRPr="008B1A2B" w:rsidR="003F0F20" w:rsidP="003F0F20" w:rsidRDefault="003F0F20" w14:paraId="7BA1CFD7" w14:textId="0EB5E9D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1. Ocena końcowa z kolokw</w:t>
            </w:r>
            <w:r>
              <w:rPr>
                <w:rFonts w:ascii="Corbel" w:hAnsi="Corbel"/>
                <w:sz w:val="24"/>
                <w:szCs w:val="24"/>
              </w:rPr>
              <w:t>ium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 – 100 %.</w:t>
            </w:r>
          </w:p>
          <w:p w:rsidRPr="008B1A2B" w:rsidR="003F0F20" w:rsidP="003F0F20" w:rsidRDefault="003F0F20" w14:paraId="09AF640B" w14:textId="39176BA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2.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B1A2B">
              <w:rPr>
                <w:rFonts w:ascii="Corbel" w:hAnsi="Corbel"/>
                <w:sz w:val="24"/>
                <w:szCs w:val="24"/>
              </w:rPr>
              <w:t>Aktywność na zajęciach i udział w dys</w:t>
            </w:r>
            <w:r>
              <w:rPr>
                <w:rFonts w:ascii="Corbel" w:hAnsi="Corbel"/>
                <w:sz w:val="24"/>
                <w:szCs w:val="24"/>
              </w:rPr>
              <w:t>kusji – dodatkowo maksymalnie do 10</w:t>
            </w:r>
            <w:r w:rsidRPr="008B1A2B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oceny końcowej (% nie uwzględniane, gdy student osiągnie wynik 100%)</w:t>
            </w:r>
            <w:r w:rsidRPr="008B1A2B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Pr="008B1A2B" w:rsidR="003F0F20" w:rsidP="003F0F20" w:rsidRDefault="003F0F20" w14:paraId="4511C140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8B1A2B" w:rsidR="003F0F20" w:rsidP="003F0F20" w:rsidRDefault="003F0F20" w14:paraId="552F7C41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8B1A2B" w:rsidR="003F0F20" w:rsidP="003F0F20" w:rsidRDefault="003F0F20" w14:paraId="19BEB8CF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8B1A2B" w:rsidR="003F0F20" w:rsidP="003F0F20" w:rsidRDefault="003F0F20" w14:paraId="44C4A5F4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8B1A2B" w:rsidR="003F0F20" w:rsidP="003F0F20" w:rsidRDefault="003F0F20" w14:paraId="471F69CA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8B1A2B" w:rsidR="003F0F20" w:rsidP="003F0F20" w:rsidRDefault="003F0F20" w14:paraId="1B2A56A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8B1A2B" w:rsidR="003F0F20" w:rsidP="003F0F20" w:rsidRDefault="003F0F20" w14:paraId="424B3091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B1A2B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Pr="009C54AE" w:rsidR="00181665" w:rsidP="009C54AE" w:rsidRDefault="003F0F20" w14:paraId="746D3598" w14:textId="69A30B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1A2B">
              <w:rPr>
                <w:rFonts w:ascii="Corbel" w:hAnsi="Corbel"/>
                <w:b w:val="0"/>
                <w:szCs w:val="24"/>
              </w:rPr>
              <w:t xml:space="preserve">• </w:t>
            </w:r>
            <w:r w:rsidRPr="003F0F20">
              <w:rPr>
                <w:rFonts w:ascii="Corbel" w:hAnsi="Corbel"/>
                <w:b w:val="0"/>
                <w:smallCaps w:val="0"/>
                <w:szCs w:val="24"/>
              </w:rPr>
              <w:t xml:space="preserve">poniżej </w:t>
            </w:r>
            <w:r w:rsidRPr="008B1A2B">
              <w:rPr>
                <w:rFonts w:ascii="Corbel" w:hAnsi="Corbel"/>
                <w:b w:val="0"/>
                <w:szCs w:val="24"/>
              </w:rPr>
              <w:t>55% (2.0).</w:t>
            </w:r>
          </w:p>
        </w:tc>
      </w:tr>
    </w:tbl>
    <w:p w:rsidRPr="009C54AE" w:rsidR="0085747A" w:rsidP="009C54AE" w:rsidRDefault="0085747A" w14:paraId="59AE7E3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162BEF7A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2E8ECE5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B17A5E" w14:paraId="3EE0C45E" w14:textId="77777777">
        <w:tc>
          <w:tcPr>
            <w:tcW w:w="4902" w:type="dxa"/>
            <w:vAlign w:val="center"/>
          </w:tcPr>
          <w:p w:rsidRPr="009C54AE" w:rsidR="0085747A" w:rsidP="009C54AE" w:rsidRDefault="00C61DC5" w14:paraId="378EFA8F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9C54AE" w:rsidR="0085747A" w:rsidP="009C54AE" w:rsidRDefault="00C61DC5" w14:paraId="032F0BB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B17A5E" w:rsidTr="00B17A5E" w14:paraId="60BCF189" w14:textId="77777777">
        <w:tc>
          <w:tcPr>
            <w:tcW w:w="4902" w:type="dxa"/>
          </w:tcPr>
          <w:p w:rsidRPr="009C54AE" w:rsidR="00B17A5E" w:rsidP="00B17A5E" w:rsidRDefault="00B17A5E" w14:paraId="4FDA2B08" w14:textId="47439E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Pr="009C54AE" w:rsidR="00B17A5E" w:rsidP="0008637D" w:rsidRDefault="004A5A01" w14:paraId="7FB1BD6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Pr="009C54AE" w:rsidR="00B17A5E" w:rsidTr="00B17A5E" w14:paraId="0EA88728" w14:textId="77777777">
        <w:tc>
          <w:tcPr>
            <w:tcW w:w="4902" w:type="dxa"/>
          </w:tcPr>
          <w:p w:rsidRPr="009C54AE" w:rsidR="00B17A5E" w:rsidP="00B17A5E" w:rsidRDefault="00B17A5E" w14:paraId="4B8B072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B17A5E" w:rsidP="00B17A5E" w:rsidRDefault="00B17A5E" w14:paraId="2F9F7DED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Pr="009C54AE" w:rsidR="00B17A5E" w:rsidP="0008637D" w:rsidRDefault="0008637D" w14:paraId="14AEBD80" w14:textId="102678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B17A5E" w:rsidTr="00B17A5E" w14:paraId="67E5484A" w14:textId="77777777">
        <w:tc>
          <w:tcPr>
            <w:tcW w:w="4902" w:type="dxa"/>
          </w:tcPr>
          <w:p w:rsidRPr="009C54AE" w:rsidR="00B17A5E" w:rsidP="00B17A5E" w:rsidRDefault="00B17A5E" w14:paraId="7255D11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607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708D" w:rsidR="009607B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(przygotowanie do zajęć i </w:t>
            </w:r>
            <w:r w:rsidRPr="008E708D">
              <w:rPr>
                <w:rFonts w:ascii="Corbel" w:hAnsi="Corbel"/>
                <w:color w:val="000000" w:themeColor="text1"/>
                <w:sz w:val="24"/>
                <w:szCs w:val="24"/>
              </w:rPr>
              <w:t>e</w:t>
            </w:r>
            <w:r w:rsidRPr="008E708D" w:rsidR="009607B3">
              <w:rPr>
                <w:rFonts w:ascii="Corbel" w:hAnsi="Corbel"/>
                <w:color w:val="000000" w:themeColor="text1"/>
                <w:sz w:val="24"/>
                <w:szCs w:val="24"/>
              </w:rPr>
              <w:t>gzaminu, napisanie referatu, sporządzenie prezentacji</w:t>
            </w:r>
            <w:r w:rsidRPr="008E708D">
              <w:rPr>
                <w:rFonts w:ascii="Corbel" w:hAnsi="Corbel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9C54AE" w:rsidR="00B17A5E" w:rsidP="0008637D" w:rsidRDefault="0008637D" w14:paraId="614324BD" w14:textId="448A3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9C54AE" w:rsidR="00B17A5E" w:rsidTr="00B17A5E" w14:paraId="788C132F" w14:textId="77777777">
        <w:tc>
          <w:tcPr>
            <w:tcW w:w="4902" w:type="dxa"/>
          </w:tcPr>
          <w:p w:rsidRPr="009C54AE" w:rsidR="00B17A5E" w:rsidP="00B17A5E" w:rsidRDefault="00B17A5E" w14:paraId="621332B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9C54AE" w:rsidR="00B17A5E" w:rsidP="0008637D" w:rsidRDefault="0008637D" w14:paraId="158DB601" w14:textId="214CB5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B17A5E" w:rsidTr="00B17A5E" w14:paraId="188F44AF" w14:textId="77777777">
        <w:tc>
          <w:tcPr>
            <w:tcW w:w="4902" w:type="dxa"/>
          </w:tcPr>
          <w:p w:rsidRPr="009C54AE" w:rsidR="00B17A5E" w:rsidP="00B17A5E" w:rsidRDefault="00B17A5E" w14:paraId="30C8F59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Pr="009C54AE" w:rsidR="00B17A5E" w:rsidP="0008637D" w:rsidRDefault="00B17A5E" w14:paraId="2881D9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Pr="009C54AE" w:rsidR="0085747A" w:rsidP="009C54AE" w:rsidRDefault="00923D7D" w14:paraId="4B4AA1CD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092E001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4C6BBF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726AAE2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527717" w:rsidTr="13E71AEB" w14:paraId="7F87D40E" w14:textId="77777777">
        <w:trPr>
          <w:trHeight w:val="397"/>
        </w:trPr>
        <w:tc>
          <w:tcPr>
            <w:tcW w:w="3544" w:type="dxa"/>
            <w:tcMar/>
          </w:tcPr>
          <w:p w:rsidRPr="009C54AE" w:rsidR="00527717" w:rsidP="00527717" w:rsidRDefault="00527717" w14:paraId="41766F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527717" w:rsidR="00527717" w:rsidP="00527717" w:rsidRDefault="0008637D" w14:paraId="778D371A" w14:textId="74EF4018">
            <w:p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-</w:t>
            </w:r>
          </w:p>
        </w:tc>
      </w:tr>
      <w:tr w:rsidRPr="009C54AE" w:rsidR="00527717" w:rsidTr="13E71AEB" w14:paraId="305CF68A" w14:textId="77777777">
        <w:trPr>
          <w:trHeight w:val="397"/>
        </w:trPr>
        <w:tc>
          <w:tcPr>
            <w:tcW w:w="3544" w:type="dxa"/>
            <w:tcMar/>
          </w:tcPr>
          <w:p w:rsidRPr="009C54AE" w:rsidR="00527717" w:rsidP="00527717" w:rsidRDefault="00527717" w14:paraId="18DF27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527717" w:rsidR="00527717" w:rsidP="00527717" w:rsidRDefault="0008637D" w14:paraId="4405DF86" w14:textId="6160528A">
            <w:pPr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  <w:b/>
                <w:smallCaps/>
              </w:rPr>
              <w:t>-</w:t>
            </w:r>
          </w:p>
        </w:tc>
      </w:tr>
    </w:tbl>
    <w:p w:rsidRPr="009C54AE" w:rsidR="00313D64" w:rsidP="0008637D" w:rsidRDefault="00313D64" w14:paraId="4407F070" w14:textId="310A3E5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00A7F" w14:paraId="14C615FA" w14:textId="68BEE33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675843">
        <w:rPr>
          <w:rFonts w:ascii="Corbel" w:hAnsi="Corbel"/>
          <w:smallCaps w:val="0"/>
          <w:szCs w:val="24"/>
        </w:rPr>
        <w:lastRenderedPageBreak/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 w:rsidR="00675843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0E45D8C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1D5FB1" w:rsidR="00313D64" w:rsidTr="13E71AEB" w14:paraId="36D40586" w14:textId="77777777">
        <w:trPr>
          <w:trHeight w:val="397"/>
        </w:trPr>
        <w:tc>
          <w:tcPr>
            <w:tcW w:w="7513" w:type="dxa"/>
            <w:tcMar/>
          </w:tcPr>
          <w:p w:rsidR="00313D64" w:rsidP="00313D64" w:rsidRDefault="00313D64" w14:paraId="06E5D38B" w14:textId="7E2047B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00A7F">
              <w:rPr>
                <w:rFonts w:ascii="Corbel" w:hAnsi="Corbel"/>
                <w:b/>
                <w:sz w:val="24"/>
                <w:szCs w:val="24"/>
              </w:rPr>
              <w:t xml:space="preserve">Literatura podstawowa: </w:t>
            </w:r>
          </w:p>
          <w:p w:rsidR="0008637D" w:rsidP="00313D64" w:rsidRDefault="00313D64" w14:paraId="6535A325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08637D">
              <w:rPr>
                <w:rFonts w:ascii="Corbel" w:hAnsi="Corbel"/>
                <w:sz w:val="24"/>
                <w:szCs w:val="24"/>
              </w:rPr>
              <w:t xml:space="preserve">Góral Z. (2016). </w:t>
            </w:r>
            <w:r w:rsidRPr="0008637D">
              <w:rPr>
                <w:rFonts w:ascii="Corbel" w:hAnsi="Corbel"/>
                <w:i/>
                <w:iCs/>
                <w:sz w:val="24"/>
                <w:szCs w:val="24"/>
              </w:rPr>
              <w:t>Świadczenia dla bezrobotnych</w:t>
            </w:r>
            <w:r w:rsidRPr="0008637D">
              <w:rPr>
                <w:rFonts w:ascii="Corbel" w:hAnsi="Corbel"/>
                <w:sz w:val="24"/>
                <w:szCs w:val="24"/>
              </w:rPr>
              <w:t xml:space="preserve">. W: Z. Góral (red.), </w:t>
            </w:r>
            <w:r w:rsidRPr="0008637D">
              <w:rPr>
                <w:rFonts w:ascii="Corbel" w:hAnsi="Corbel"/>
                <w:i/>
                <w:sz w:val="24"/>
                <w:szCs w:val="24"/>
              </w:rPr>
              <w:t>Ustawa o promocji zatrudnienia i instytucjach rynku pracy. Komentarze praktyczne</w:t>
            </w:r>
            <w:r w:rsidRPr="0008637D">
              <w:rPr>
                <w:rFonts w:ascii="Corbel" w:hAnsi="Corbel"/>
                <w:sz w:val="24"/>
                <w:szCs w:val="24"/>
              </w:rPr>
              <w:t>. Warszawa: Wolters Kluwer.</w:t>
            </w:r>
          </w:p>
          <w:p w:rsidRPr="0008637D" w:rsidR="0008637D" w:rsidP="00313D64" w:rsidRDefault="00313D64" w14:paraId="1ECBECA8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2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8637D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Kukulak-Dolata I. (2007). </w:t>
            </w:r>
            <w:r w:rsidRPr="0008637D">
              <w:rPr>
                <w:rStyle w:val="Hipercze"/>
                <w:rFonts w:ascii="Corbel" w:hAnsi="Corbel"/>
                <w:i/>
                <w:iCs/>
                <w:color w:val="000000"/>
                <w:sz w:val="24"/>
                <w:szCs w:val="24"/>
                <w:u w:val="none"/>
                <w:shd w:val="clear" w:color="auto" w:fill="FFFFFF"/>
              </w:rPr>
              <w:t>Instytucje ryku pracy w Polsce</w:t>
            </w:r>
            <w:r w:rsidRPr="0008637D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. W: I. Kukulak-Dolata, J. Pichla (red.), </w:t>
            </w:r>
            <w:r w:rsidRPr="0008637D">
              <w:rPr>
                <w:rStyle w:val="Hipercze"/>
                <w:rFonts w:ascii="Corbel" w:hAnsi="Corbel"/>
                <w:i/>
                <w:iCs/>
                <w:color w:val="000000"/>
                <w:sz w:val="24"/>
                <w:szCs w:val="24"/>
                <w:u w:val="none"/>
                <w:shd w:val="clear" w:color="auto" w:fill="FFFFFF"/>
              </w:rPr>
              <w:t>Rola publicznych służb zatrudnienia i agencji zatrudnienia na rynku pracy</w:t>
            </w:r>
            <w:r w:rsidRPr="0008637D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. Warszawa: Instytut Pracy i Spraw Socjalnych.</w:t>
            </w:r>
          </w:p>
          <w:p w:rsidRPr="006C65BB" w:rsidR="006C65BB" w:rsidP="00313D64" w:rsidRDefault="00313D64" w14:paraId="277D2F85" w14:textId="777777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2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8637D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Ostoj I. (2012). </w:t>
            </w:r>
            <w:r w:rsidRPr="0008637D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Formalne i nieformalne instytucje rynku pracy.</w:t>
            </w:r>
            <w:r w:rsidRPr="0008637D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Katowice: Wyd. Uniwersytetu Ekonomicznego w Katowicach.</w:t>
            </w:r>
          </w:p>
          <w:p w:rsidRPr="006C65BB" w:rsidR="006C65BB" w:rsidP="00313D64" w:rsidRDefault="00313D64" w14:paraId="6221E4E6" w14:textId="70DFCA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6C65B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Ustawa z dnia 13 czerwca 2003 r. o zatrudnieniu socjalnym (Dz. U.</w:t>
            </w:r>
            <w:r w:rsidRPr="006C65BB"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>2003 nr 122 poz. 1143).</w:t>
            </w:r>
            <w:r w:rsidR="006C65BB"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C65BB" w:rsidR="006C65BB">
              <w:rPr>
                <w:rFonts w:ascii="Corbel" w:hAnsi="Corbel"/>
                <w:bCs/>
                <w:color w:val="000000"/>
                <w:sz w:val="24"/>
                <w:szCs w:val="24"/>
                <w:shd w:val="clear" w:color="auto" w:fill="FFFFFF"/>
              </w:rPr>
              <w:t>https://sip.lex.pl/akty-prawne/dzu-dziennik-ustaw/zatrudnienie-socjalne-17040282</w:t>
            </w:r>
          </w:p>
          <w:p w:rsidRPr="006C65BB" w:rsidR="00313D64" w:rsidP="00313D64" w:rsidRDefault="00313D64" w14:paraId="34B24A2A" w14:textId="697C56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6C65BB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Włodarczyk M. (2016). </w:t>
            </w:r>
            <w:r w:rsidRPr="006C65BB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Polityka rynku pracy.</w:t>
            </w:r>
            <w:r w:rsidRPr="006C65BB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W: Z. Góral (red.), </w:t>
            </w:r>
            <w:r w:rsidRPr="006C65BB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  <w:shd w:val="clear" w:color="auto" w:fill="FFFFFF"/>
              </w:rPr>
              <w:t>Ustawa o promocji zatrudnienia i instytucjach rynku pracy. Komentarze praktyczne</w:t>
            </w:r>
            <w:r w:rsidRPr="006C65BB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  <w:t>. Warszawa: Wolters Kluwer.</w:t>
            </w:r>
          </w:p>
        </w:tc>
      </w:tr>
      <w:tr w:rsidRPr="0008637D" w:rsidR="00313D64" w:rsidTr="13E71AEB" w14:paraId="3CB8E349" w14:textId="77777777">
        <w:trPr>
          <w:trHeight w:val="397"/>
        </w:trPr>
        <w:tc>
          <w:tcPr>
            <w:tcW w:w="7513" w:type="dxa"/>
            <w:tcMar/>
          </w:tcPr>
          <w:p w:rsidR="00313D64" w:rsidP="00313D64" w:rsidRDefault="00313D64" w14:paraId="7EE4BE77" w14:textId="708F940F">
            <w:pPr>
              <w:spacing w:after="0" w:line="240" w:lineRule="auto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800A7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:rsidR="006C65BB" w:rsidP="00313D64" w:rsidRDefault="0008637D" w14:paraId="31F4FA04" w14:textId="26F40FB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604"/>
              <w:jc w:val="both"/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  <w:shd w:val="clear" w:color="auto" w:fill="FFFFFF"/>
              </w:rPr>
            </w:pPr>
            <w:r w:rsidRPr="006C65BB" w:rsidR="0008637D">
              <w:rPr>
                <w:rFonts w:ascii="Corbel" w:hAnsi="Corbel"/>
                <w:color w:val="000000"/>
                <w:sz w:val="24"/>
                <w:szCs w:val="24"/>
              </w:rPr>
              <w:t xml:space="preserve">Guzikowski</w:t>
            </w:r>
            <w:r w:rsidRPr="006C65BB" w:rsidR="0008637D">
              <w:rPr>
                <w:rFonts w:ascii="Corbel" w:hAnsi="Corbel"/>
                <w:color w:val="000000"/>
                <w:sz w:val="24"/>
                <w:szCs w:val="24"/>
              </w:rPr>
              <w:t xml:space="preserve"> M. (2016). </w:t>
            </w:r>
            <w:hyperlink w:history="1" r:id="rId10">
              <w:r w:rsidRPr="13E71AEB" w:rsidR="0008637D">
                <w:rPr>
                  <w:rStyle w:val="Hipercze"/>
                  <w:rFonts w:ascii="Corbel" w:hAnsi="Corbel"/>
                  <w:i w:val="1"/>
                  <w:iCs w:val="1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Instytucje rynku pracy w krajach transformacyjnych: dynamika, interakcje, prawidłowości empiryczne. </w:t>
              </w:r>
              <w:r w:rsidRPr="006C65BB" w:rsidR="0008637D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Warszawa: Szkoła Główna Handlowa w Warszawie</w:t>
              </w:r>
              <w:r w:rsidRPr="006C65BB" w:rsidR="4CE63887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Pr="006C65BB" w:rsidR="0008637D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-</w:t>
              </w:r>
              <w:r w:rsidRPr="006C65BB" w:rsidR="45944030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Pr="006C65BB" w:rsidR="0008637D">
                <w:rPr>
                  <w:rStyle w:val="Hipercze"/>
                  <w:rFonts w:ascii="Corbel" w:hAnsi="Corbel"/>
                  <w:color w:val="000000"/>
                  <w:sz w:val="24"/>
                  <w:szCs w:val="24"/>
                  <w:u w:val="none"/>
                  <w:shd w:val="clear" w:color="auto" w:fill="FFFFFF"/>
                </w:rPr>
                <w:t>Oficyna Wydawnicza.</w:t>
              </w:r>
            </w:hyperlink>
          </w:p>
          <w:p w:rsidRPr="006C65BB" w:rsidR="006C65BB" w:rsidP="00313D64" w:rsidRDefault="00313D64" w14:paraId="6DC89598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604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6C65BB">
              <w:rPr>
                <w:rFonts w:ascii="Corbel" w:hAnsi="Corbel"/>
                <w:color w:val="000000"/>
                <w:sz w:val="24"/>
                <w:szCs w:val="24"/>
              </w:rPr>
              <w:t xml:space="preserve">Krause E., Ludwikowska K., Tomaszewska R. (2019). </w:t>
            </w:r>
            <w:r w:rsidRPr="006C65BB">
              <w:rPr>
                <w:rFonts w:ascii="Corbel" w:hAnsi="Corbel"/>
                <w:i/>
                <w:color w:val="000000"/>
                <w:sz w:val="24"/>
                <w:szCs w:val="24"/>
              </w:rPr>
              <w:t>Generacja NEET. Obraz własny, doświadczenia pracodawców i instytucji rynku pracy.</w:t>
            </w:r>
            <w:r w:rsidRPr="006C65BB">
              <w:rPr>
                <w:rFonts w:ascii="Corbel" w:hAnsi="Corbel"/>
                <w:color w:val="000000"/>
                <w:sz w:val="24"/>
                <w:szCs w:val="24"/>
              </w:rPr>
              <w:t xml:space="preserve"> Bydgoszcz: Wyd. Uniwersytetu Kazimierza Wielkiego.</w:t>
            </w:r>
          </w:p>
          <w:p w:rsidRPr="006C65BB" w:rsidR="006C65BB" w:rsidP="00313D64" w:rsidRDefault="00313D64" w14:paraId="22C3A596" w14:textId="777777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604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6C65BB">
              <w:rPr>
                <w:rFonts w:ascii="Corbel" w:hAnsi="Corbel"/>
                <w:color w:val="000000"/>
                <w:sz w:val="24"/>
                <w:szCs w:val="24"/>
              </w:rPr>
              <w:t xml:space="preserve">Piróg T. (2015). </w:t>
            </w:r>
            <w:r w:rsidRPr="006C65BB">
              <w:rPr>
                <w:rFonts w:ascii="Corbel" w:hAnsi="Corbel"/>
                <w:i/>
                <w:color w:val="000000"/>
                <w:sz w:val="24"/>
                <w:szCs w:val="24"/>
              </w:rPr>
              <w:t>Wygnanie z raju. Społeczne konsekwencje zmian na rynku pracy.</w:t>
            </w:r>
            <w:r w:rsidRPr="006C65BB">
              <w:rPr>
                <w:rFonts w:ascii="Corbel" w:hAnsi="Corbel"/>
                <w:color w:val="000000"/>
                <w:sz w:val="24"/>
                <w:szCs w:val="24"/>
              </w:rPr>
              <w:t xml:space="preserve"> Kraków: Zakład Wydawniczy Nomos.</w:t>
            </w:r>
          </w:p>
          <w:p w:rsidRPr="006C65BB" w:rsidR="00313D64" w:rsidP="00313D64" w:rsidRDefault="00313D64" w14:paraId="2CBF29F2" w14:textId="60E0951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604"/>
              <w:jc w:val="both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6C65BB">
              <w:rPr>
                <w:rFonts w:ascii="Corbel" w:hAnsi="Corbel"/>
                <w:color w:val="000000"/>
                <w:sz w:val="24"/>
                <w:szCs w:val="24"/>
              </w:rPr>
              <w:t xml:space="preserve">Szarzec K., Baszyński A., Piątek D., Pilc M. (2014). </w:t>
            </w:r>
            <w:r w:rsidRPr="006C65BB">
              <w:rPr>
                <w:rFonts w:ascii="Corbel" w:hAnsi="Corbel"/>
                <w:i/>
                <w:color w:val="000000"/>
                <w:sz w:val="24"/>
                <w:szCs w:val="24"/>
                <w:lang w:val="en-US"/>
              </w:rPr>
              <w:t>Institutions in transition countries</w:t>
            </w:r>
            <w:r w:rsidRPr="006C65BB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 xml:space="preserve">. Poznań: Glbal Development Reseach Group.  </w:t>
            </w:r>
          </w:p>
        </w:tc>
      </w:tr>
    </w:tbl>
    <w:p w:rsidRPr="00313D64" w:rsidR="0085747A" w:rsidP="009C54AE" w:rsidRDefault="0085747A" w14:paraId="1BF42E1B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Cs w:val="24"/>
          <w:lang w:val="en-US"/>
        </w:rPr>
      </w:pPr>
    </w:p>
    <w:p w:rsidRPr="009C54AE" w:rsidR="0085747A" w:rsidP="00F83B28" w:rsidRDefault="0085747A" w14:paraId="77D07C3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365E62">
      <w:footerReference w:type="default" r:id="rId11"/>
      <w:pgSz w:w="11906" w:h="16838" w:orient="portrait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5E62" w:rsidP="00C16ABF" w:rsidRDefault="00365E62" w14:paraId="2C90799E" w14:textId="77777777">
      <w:pPr>
        <w:spacing w:after="0" w:line="240" w:lineRule="auto"/>
      </w:pPr>
      <w:r>
        <w:separator/>
      </w:r>
    </w:p>
  </w:endnote>
  <w:endnote w:type="continuationSeparator" w:id="0">
    <w:p w:rsidR="00365E62" w:rsidP="00C16ABF" w:rsidRDefault="00365E62" w14:paraId="4D7D0C1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5691894"/>
      <w:docPartObj>
        <w:docPartGallery w:val="Page Numbers (Bottom of Page)"/>
        <w:docPartUnique/>
      </w:docPartObj>
    </w:sdtPr>
    <w:sdtContent>
      <w:p w:rsidR="00313D64" w:rsidRDefault="00313D64" w14:paraId="30C8EBED" w14:textId="20DE9F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13D64" w:rsidRDefault="00313D64" w14:paraId="0B3825F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5E62" w:rsidP="00C16ABF" w:rsidRDefault="00365E62" w14:paraId="1FA38594" w14:textId="77777777">
      <w:pPr>
        <w:spacing w:after="0" w:line="240" w:lineRule="auto"/>
      </w:pPr>
      <w:r>
        <w:separator/>
      </w:r>
    </w:p>
  </w:footnote>
  <w:footnote w:type="continuationSeparator" w:id="0">
    <w:p w:rsidR="00365E62" w:rsidP="00C16ABF" w:rsidRDefault="00365E62" w14:paraId="7451116D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00C6773E" w14:textId="77777777">
      <w:pPr>
        <w:pStyle w:val="Tekstprzypisudolnego"/>
      </w:pPr>
      <w:r w:rsidRPr="00270B82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67AB4"/>
    <w:multiLevelType w:val="hybridMultilevel"/>
    <w:tmpl w:val="D36C6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705C92"/>
    <w:multiLevelType w:val="hybridMultilevel"/>
    <w:tmpl w:val="37620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E4949"/>
    <w:multiLevelType w:val="hybridMultilevel"/>
    <w:tmpl w:val="CCE28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97500"/>
    <w:multiLevelType w:val="hybridMultilevel"/>
    <w:tmpl w:val="ABB01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93128">
    <w:abstractNumId w:val="1"/>
  </w:num>
  <w:num w:numId="2" w16cid:durableId="1970741912">
    <w:abstractNumId w:val="3"/>
  </w:num>
  <w:num w:numId="3" w16cid:durableId="2089495663">
    <w:abstractNumId w:val="0"/>
  </w:num>
  <w:num w:numId="4" w16cid:durableId="1214850372">
    <w:abstractNumId w:val="4"/>
  </w:num>
  <w:num w:numId="5" w16cid:durableId="129283028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M2MTE3sjAxNTI1MzBT0lEKTi0uzszPAykwrAUAy0fzjCwAAAA="/>
  </w:docVars>
  <w:rsids>
    <w:rsidRoot w:val="00BD66E9"/>
    <w:rsid w:val="000048FD"/>
    <w:rsid w:val="000077B4"/>
    <w:rsid w:val="00015B8F"/>
    <w:rsid w:val="00022ECE"/>
    <w:rsid w:val="000428CD"/>
    <w:rsid w:val="00042A51"/>
    <w:rsid w:val="00042D2E"/>
    <w:rsid w:val="00044C82"/>
    <w:rsid w:val="00070ED6"/>
    <w:rsid w:val="000742DC"/>
    <w:rsid w:val="00084C12"/>
    <w:rsid w:val="0008637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EF0"/>
    <w:rsid w:val="000F1C57"/>
    <w:rsid w:val="000F5615"/>
    <w:rsid w:val="001238A5"/>
    <w:rsid w:val="00124BFF"/>
    <w:rsid w:val="0012560E"/>
    <w:rsid w:val="00127108"/>
    <w:rsid w:val="00134B13"/>
    <w:rsid w:val="00146BC0"/>
    <w:rsid w:val="00153C41"/>
    <w:rsid w:val="00154381"/>
    <w:rsid w:val="001619F9"/>
    <w:rsid w:val="001640A7"/>
    <w:rsid w:val="00164C6B"/>
    <w:rsid w:val="00164FA7"/>
    <w:rsid w:val="00166A03"/>
    <w:rsid w:val="001718A7"/>
    <w:rsid w:val="001737CF"/>
    <w:rsid w:val="00176083"/>
    <w:rsid w:val="00181665"/>
    <w:rsid w:val="00192F37"/>
    <w:rsid w:val="00195F96"/>
    <w:rsid w:val="001A70D2"/>
    <w:rsid w:val="001D5FB1"/>
    <w:rsid w:val="001D657B"/>
    <w:rsid w:val="001D7B54"/>
    <w:rsid w:val="001E0209"/>
    <w:rsid w:val="001F2CA2"/>
    <w:rsid w:val="00200222"/>
    <w:rsid w:val="002057D0"/>
    <w:rsid w:val="00211C05"/>
    <w:rsid w:val="002144C0"/>
    <w:rsid w:val="00217BFC"/>
    <w:rsid w:val="0022477D"/>
    <w:rsid w:val="002278A9"/>
    <w:rsid w:val="002336F9"/>
    <w:rsid w:val="0024028F"/>
    <w:rsid w:val="00244ABC"/>
    <w:rsid w:val="002612EC"/>
    <w:rsid w:val="00270B8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7E5"/>
    <w:rsid w:val="002D73D4"/>
    <w:rsid w:val="002F02A3"/>
    <w:rsid w:val="002F4ABE"/>
    <w:rsid w:val="002F5D4E"/>
    <w:rsid w:val="003018BA"/>
    <w:rsid w:val="0030395F"/>
    <w:rsid w:val="00305C92"/>
    <w:rsid w:val="00313D64"/>
    <w:rsid w:val="003151C5"/>
    <w:rsid w:val="003343CF"/>
    <w:rsid w:val="00346FE9"/>
    <w:rsid w:val="0034759A"/>
    <w:rsid w:val="003503F6"/>
    <w:rsid w:val="003530DD"/>
    <w:rsid w:val="003557D1"/>
    <w:rsid w:val="00363F78"/>
    <w:rsid w:val="00365E62"/>
    <w:rsid w:val="00396F4B"/>
    <w:rsid w:val="003A0A5B"/>
    <w:rsid w:val="003A1176"/>
    <w:rsid w:val="003B5729"/>
    <w:rsid w:val="003C0BAE"/>
    <w:rsid w:val="003D18A9"/>
    <w:rsid w:val="003D2C78"/>
    <w:rsid w:val="003D6CE2"/>
    <w:rsid w:val="003E1941"/>
    <w:rsid w:val="003E2FE6"/>
    <w:rsid w:val="003E49D5"/>
    <w:rsid w:val="003F0F20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C3A"/>
    <w:rsid w:val="00471326"/>
    <w:rsid w:val="0047598D"/>
    <w:rsid w:val="004840FD"/>
    <w:rsid w:val="00490F7D"/>
    <w:rsid w:val="00491678"/>
    <w:rsid w:val="004928EA"/>
    <w:rsid w:val="004968E2"/>
    <w:rsid w:val="004A3EEA"/>
    <w:rsid w:val="004A4D1F"/>
    <w:rsid w:val="004A5A01"/>
    <w:rsid w:val="004D3EEB"/>
    <w:rsid w:val="004D5282"/>
    <w:rsid w:val="004E4D4F"/>
    <w:rsid w:val="004F1551"/>
    <w:rsid w:val="004F55A3"/>
    <w:rsid w:val="0050496F"/>
    <w:rsid w:val="00513B6F"/>
    <w:rsid w:val="00517C63"/>
    <w:rsid w:val="00527717"/>
    <w:rsid w:val="0053022C"/>
    <w:rsid w:val="005363C4"/>
    <w:rsid w:val="00536BDE"/>
    <w:rsid w:val="00543ACC"/>
    <w:rsid w:val="00562AA2"/>
    <w:rsid w:val="0056696D"/>
    <w:rsid w:val="00576EE3"/>
    <w:rsid w:val="0059484D"/>
    <w:rsid w:val="005A0855"/>
    <w:rsid w:val="005A133C"/>
    <w:rsid w:val="005A3196"/>
    <w:rsid w:val="005C080F"/>
    <w:rsid w:val="005C55E5"/>
    <w:rsid w:val="005C696A"/>
    <w:rsid w:val="005D3A4B"/>
    <w:rsid w:val="005E6E85"/>
    <w:rsid w:val="005F31D2"/>
    <w:rsid w:val="005F69A4"/>
    <w:rsid w:val="006067E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837"/>
    <w:rsid w:val="00696175"/>
    <w:rsid w:val="00696477"/>
    <w:rsid w:val="006C65BB"/>
    <w:rsid w:val="006D050F"/>
    <w:rsid w:val="006D6139"/>
    <w:rsid w:val="006E5D65"/>
    <w:rsid w:val="006F1282"/>
    <w:rsid w:val="006F1FBC"/>
    <w:rsid w:val="006F31E2"/>
    <w:rsid w:val="007000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6F2"/>
    <w:rsid w:val="007A4022"/>
    <w:rsid w:val="007A6E6E"/>
    <w:rsid w:val="007C3299"/>
    <w:rsid w:val="007C3BCC"/>
    <w:rsid w:val="007C4546"/>
    <w:rsid w:val="007D6E56"/>
    <w:rsid w:val="007D7ED3"/>
    <w:rsid w:val="007F4155"/>
    <w:rsid w:val="007F7BEE"/>
    <w:rsid w:val="00800A7F"/>
    <w:rsid w:val="0081554D"/>
    <w:rsid w:val="0081707E"/>
    <w:rsid w:val="00834CFC"/>
    <w:rsid w:val="00834FFD"/>
    <w:rsid w:val="008449B3"/>
    <w:rsid w:val="00845577"/>
    <w:rsid w:val="008552A2"/>
    <w:rsid w:val="008552E0"/>
    <w:rsid w:val="0085747A"/>
    <w:rsid w:val="00874043"/>
    <w:rsid w:val="00884922"/>
    <w:rsid w:val="00885F64"/>
    <w:rsid w:val="008917F9"/>
    <w:rsid w:val="008A45F7"/>
    <w:rsid w:val="008A6CB1"/>
    <w:rsid w:val="008C0CC0"/>
    <w:rsid w:val="008C19A9"/>
    <w:rsid w:val="008C379D"/>
    <w:rsid w:val="008C5147"/>
    <w:rsid w:val="008C5359"/>
    <w:rsid w:val="008C5363"/>
    <w:rsid w:val="008D0101"/>
    <w:rsid w:val="008D316E"/>
    <w:rsid w:val="008D3DFB"/>
    <w:rsid w:val="008E64F4"/>
    <w:rsid w:val="008E708D"/>
    <w:rsid w:val="008F12C9"/>
    <w:rsid w:val="008F6E29"/>
    <w:rsid w:val="00915EAD"/>
    <w:rsid w:val="00916188"/>
    <w:rsid w:val="00923D7D"/>
    <w:rsid w:val="009508DF"/>
    <w:rsid w:val="00950DAC"/>
    <w:rsid w:val="00954A07"/>
    <w:rsid w:val="009607B3"/>
    <w:rsid w:val="0096276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3AB9"/>
    <w:rsid w:val="00A36899"/>
    <w:rsid w:val="00A371F6"/>
    <w:rsid w:val="00A43BF6"/>
    <w:rsid w:val="00A53FA5"/>
    <w:rsid w:val="00A54817"/>
    <w:rsid w:val="00A601C8"/>
    <w:rsid w:val="00A60799"/>
    <w:rsid w:val="00A64CDB"/>
    <w:rsid w:val="00A84C85"/>
    <w:rsid w:val="00A97DE1"/>
    <w:rsid w:val="00AB053C"/>
    <w:rsid w:val="00AB42C1"/>
    <w:rsid w:val="00AD1146"/>
    <w:rsid w:val="00AD27D3"/>
    <w:rsid w:val="00AD66D6"/>
    <w:rsid w:val="00AE0F18"/>
    <w:rsid w:val="00AE1160"/>
    <w:rsid w:val="00AE203C"/>
    <w:rsid w:val="00AE2E74"/>
    <w:rsid w:val="00AE5FCB"/>
    <w:rsid w:val="00AF2C1E"/>
    <w:rsid w:val="00AF647C"/>
    <w:rsid w:val="00B06142"/>
    <w:rsid w:val="00B135B1"/>
    <w:rsid w:val="00B17A5E"/>
    <w:rsid w:val="00B3130B"/>
    <w:rsid w:val="00B325A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993"/>
    <w:rsid w:val="00B90885"/>
    <w:rsid w:val="00BB520A"/>
    <w:rsid w:val="00BB534C"/>
    <w:rsid w:val="00BC48B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FCE"/>
    <w:rsid w:val="00C766DF"/>
    <w:rsid w:val="00C94B98"/>
    <w:rsid w:val="00CA2B96"/>
    <w:rsid w:val="00CA5089"/>
    <w:rsid w:val="00CA56E5"/>
    <w:rsid w:val="00CD4D22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F9C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6F2"/>
    <w:rsid w:val="00E51E44"/>
    <w:rsid w:val="00E63348"/>
    <w:rsid w:val="00E742AA"/>
    <w:rsid w:val="00E754F9"/>
    <w:rsid w:val="00E77E88"/>
    <w:rsid w:val="00E8107D"/>
    <w:rsid w:val="00E9475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D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296"/>
    <w:rsid w:val="13E71AEB"/>
    <w:rsid w:val="2B9E42C1"/>
    <w:rsid w:val="38BEFD28"/>
    <w:rsid w:val="45944030"/>
    <w:rsid w:val="4CE63887"/>
    <w:rsid w:val="4E6A90F5"/>
    <w:rsid w:val="514628B6"/>
    <w:rsid w:val="54ABEDA6"/>
    <w:rsid w:val="5759DE43"/>
    <w:rsid w:val="5A40A2F7"/>
    <w:rsid w:val="5D1AB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B301"/>
  <w15:docId w15:val="{A53CBA77-85ED-4D38-A9E7-CABEBA7C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4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47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AF647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47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F647C"/>
    <w:rPr>
      <w:rFonts w:ascii="Calibri" w:hAnsi="Calibri"/>
      <w:b/>
      <w:bCs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B82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6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yperlink" Target="javascript:void(0);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421570-D8B9-4672-81D3-DAAC831F8D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3630D9-275D-43DD-9149-5A408A390F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F84E77-053A-4B92-9399-7B346C2CC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25</revision>
  <lastPrinted>2019-02-06T12:12:00.0000000Z</lastPrinted>
  <dcterms:created xsi:type="dcterms:W3CDTF">2020-10-27T10:36:00.0000000Z</dcterms:created>
  <dcterms:modified xsi:type="dcterms:W3CDTF">2024-08-06T09:35:32.8017392Z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